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1E9B5" w14:textId="24C4F607" w:rsidR="00B33886" w:rsidRPr="00970053" w:rsidRDefault="00B33886" w:rsidP="00B33886">
      <w:pPr>
        <w:pStyle w:val="Nagwek1"/>
        <w:spacing w:before="0"/>
        <w:jc w:val="right"/>
        <w:rPr>
          <w:b w:val="0"/>
          <w:bCs w:val="0"/>
          <w:sz w:val="24"/>
          <w:szCs w:val="24"/>
          <w:rFonts w:ascii="Times New Roman" w:hAnsi="Times New Roman" w:cs="Times New Roman"/>
        </w:rPr>
      </w:pPr>
      <w:r>
        <w:rPr>
          <w:b w:val="0"/>
          <w:sz w:val="24"/>
          <w:rFonts w:ascii="Times New Roman" w:hAnsi="Times New Roman"/>
        </w:rPr>
        <w:t xml:space="preserve">Додаток № 2</w:t>
      </w:r>
    </w:p>
    <w:p w14:paraId="633FC0C2" w14:textId="77777777" w:rsidR="00B33886" w:rsidRDefault="00B33886" w:rsidP="00D6365C">
      <w:pPr>
        <w:pStyle w:val="ARTartustawynprozporzdzenia"/>
        <w:ind w:firstLine="0"/>
        <w:jc w:val="right"/>
        <w:rPr>
          <w:rStyle w:val="Ppogrubienie"/>
        </w:rPr>
      </w:pPr>
      <w:r>
        <w:rPr>
          <w:rFonts w:ascii="Times New Roman" w:hAnsi="Times New Roman"/>
        </w:rPr>
        <w:t xml:space="preserve">до Процедури </w:t>
      </w:r>
      <w:r>
        <w:t xml:space="preserve">дотримання вимог з ТБ для підрядників і відвідувачів</w:t>
      </w:r>
      <w:r>
        <w:t xml:space="preserve">  </w:t>
      </w:r>
    </w:p>
    <w:p w14:paraId="31A178C6" w14:textId="77777777" w:rsidR="00F728BD" w:rsidRPr="006D1704" w:rsidRDefault="00F728BD" w:rsidP="005749DB">
      <w:pPr>
        <w:pStyle w:val="Nagwek"/>
        <w:tabs>
          <w:tab w:val="left" w:pos="708"/>
        </w:tabs>
        <w:rPr>
          <w:sz w:val="24"/>
          <w:szCs w:val="24"/>
        </w:rPr>
      </w:pPr>
    </w:p>
    <w:tbl>
      <w:tblPr>
        <w:tblpPr w:leftFromText="141" w:rightFromText="141" w:vertAnchor="page" w:horzAnchor="margin" w:tblpXSpec="center" w:tblpY="2761"/>
        <w:tblW w:w="1074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2916"/>
        <w:gridCol w:w="2175"/>
        <w:gridCol w:w="3131"/>
        <w:gridCol w:w="1076"/>
        <w:gridCol w:w="961"/>
      </w:tblGrid>
      <w:tr w:rsidR="00460D0D" w:rsidRPr="00877578" w14:paraId="5CB2D6B4" w14:textId="77777777" w:rsidTr="00F728BD">
        <w:trPr>
          <w:trHeight w:val="145"/>
        </w:trPr>
        <w:tc>
          <w:tcPr>
            <w:tcW w:w="3403" w:type="dxa"/>
            <w:gridSpan w:val="2"/>
          </w:tcPr>
          <w:p w14:paraId="418ACF29" w14:textId="77777777" w:rsidR="00460D0D" w:rsidRPr="00877578" w:rsidRDefault="00460D0D" w:rsidP="00F728BD">
            <w:pPr>
              <w:spacing w:after="0" w:line="240" w:lineRule="auto"/>
              <w:rPr>
                <w:sz w:val="24"/>
                <w:szCs w:val="24"/>
                <w:rFonts w:eastAsia="Times New Roman" w:cs="Arial"/>
              </w:rPr>
            </w:pPr>
            <w:r>
              <w:rPr>
                <w:sz w:val="24"/>
              </w:rPr>
              <w:t xml:space="preserve">.................................................</w:t>
            </w:r>
          </w:p>
        </w:tc>
        <w:tc>
          <w:tcPr>
            <w:tcW w:w="2175" w:type="dxa"/>
          </w:tcPr>
          <w:p w14:paraId="053A32A3" w14:textId="77777777" w:rsidR="00460D0D" w:rsidRPr="00877578" w:rsidRDefault="00460D0D" w:rsidP="00F728BD">
            <w:pPr>
              <w:spacing w:after="0" w:line="240" w:lineRule="auto"/>
              <w:ind w:right="-581"/>
              <w:jc w:val="right"/>
              <w:rPr>
                <w:sz w:val="24"/>
                <w:szCs w:val="24"/>
                <w:rFonts w:eastAsia="Times New Roman" w:cs="Arial"/>
              </w:rPr>
            </w:pPr>
            <w:r>
              <w:rPr>
                <w:sz w:val="24"/>
              </w:rPr>
              <w:t xml:space="preserve">.......</w:t>
            </w:r>
          </w:p>
        </w:tc>
        <w:tc>
          <w:tcPr>
            <w:tcW w:w="3131" w:type="dxa"/>
          </w:tcPr>
          <w:p w14:paraId="24B5496B" w14:textId="77777777" w:rsidR="00460D0D" w:rsidRDefault="00460D0D" w:rsidP="00F728BD">
            <w:pPr>
              <w:spacing w:after="0" w:line="240" w:lineRule="auto"/>
              <w:ind w:right="-581"/>
              <w:jc w:val="right"/>
              <w:rPr>
                <w:sz w:val="24"/>
                <w:szCs w:val="24"/>
                <w:rFonts w:eastAsia="Times New Roman" w:cs="Arial"/>
              </w:rPr>
            </w:pPr>
            <w:r>
              <w:rPr>
                <w:sz w:val="24"/>
              </w:rPr>
              <w:t xml:space="preserve">.............................................</w:t>
            </w:r>
          </w:p>
        </w:tc>
        <w:tc>
          <w:tcPr>
            <w:tcW w:w="2037" w:type="dxa"/>
            <w:gridSpan w:val="2"/>
          </w:tcPr>
          <w:p w14:paraId="59CE5C2B" w14:textId="77777777" w:rsidR="00460D0D" w:rsidRDefault="00460D0D" w:rsidP="00F728BD">
            <w:pPr>
              <w:spacing w:after="0" w:line="240" w:lineRule="auto"/>
              <w:ind w:right="-581"/>
              <w:rPr>
                <w:sz w:val="24"/>
                <w:szCs w:val="24"/>
                <w:rFonts w:eastAsia="Times New Roman" w:cs="Arial"/>
              </w:rPr>
            </w:pPr>
            <w:r>
              <w:rPr>
                <w:sz w:val="24"/>
              </w:rPr>
              <w:t xml:space="preserve">.....................</w:t>
            </w:r>
          </w:p>
        </w:tc>
      </w:tr>
      <w:tr w:rsidR="00460D0D" w:rsidRPr="00877578" w14:paraId="4371D32D" w14:textId="77777777" w:rsidTr="00F728BD">
        <w:trPr>
          <w:trHeight w:val="204"/>
        </w:trPr>
        <w:tc>
          <w:tcPr>
            <w:tcW w:w="3403" w:type="dxa"/>
            <w:gridSpan w:val="2"/>
          </w:tcPr>
          <w:p w14:paraId="53E3A59C" w14:textId="77777777" w:rsidR="00460D0D" w:rsidRPr="00877578" w:rsidRDefault="00460D0D" w:rsidP="00F728BD">
            <w:pPr>
              <w:spacing w:after="0" w:line="360" w:lineRule="auto"/>
              <w:jc w:val="center"/>
              <w:rPr>
                <w:sz w:val="16"/>
                <w:szCs w:val="24"/>
                <w:rFonts w:eastAsia="Times New Roman" w:cs="Arial"/>
              </w:rPr>
            </w:pPr>
            <w:r>
              <w:rPr>
                <w:sz w:val="16"/>
              </w:rPr>
              <w:t xml:space="preserve">Підрядник</w:t>
            </w:r>
          </w:p>
        </w:tc>
        <w:tc>
          <w:tcPr>
            <w:tcW w:w="2175" w:type="dxa"/>
          </w:tcPr>
          <w:p w14:paraId="5F5532ED" w14:textId="77777777" w:rsidR="00460D0D" w:rsidRDefault="00460D0D" w:rsidP="00F728BD">
            <w:pPr>
              <w:spacing w:after="0" w:line="360" w:lineRule="auto"/>
              <w:jc w:val="center"/>
              <w:rPr>
                <w:rFonts w:eastAsia="Times New Roman" w:cs="Arial"/>
                <w:sz w:val="16"/>
                <w:szCs w:val="24"/>
                <w:lang w:eastAsia="pl-PL"/>
              </w:rPr>
            </w:pPr>
          </w:p>
          <w:p w14:paraId="628FA575" w14:textId="77777777" w:rsidR="00460D0D" w:rsidRPr="00877578" w:rsidRDefault="00460D0D" w:rsidP="00F728BD">
            <w:pPr>
              <w:spacing w:after="0" w:line="360" w:lineRule="auto"/>
              <w:jc w:val="center"/>
              <w:rPr>
                <w:rFonts w:eastAsia="Times New Roman" w:cs="Arial"/>
                <w:sz w:val="16"/>
                <w:szCs w:val="24"/>
                <w:lang w:eastAsia="pl-PL"/>
              </w:rPr>
            </w:pPr>
          </w:p>
        </w:tc>
        <w:tc>
          <w:tcPr>
            <w:tcW w:w="3131" w:type="dxa"/>
          </w:tcPr>
          <w:p w14:paraId="3BCB60E8" w14:textId="77777777" w:rsidR="00460D0D" w:rsidRPr="00877578" w:rsidRDefault="00460D0D" w:rsidP="00F728BD">
            <w:pPr>
              <w:spacing w:after="0" w:line="360" w:lineRule="auto"/>
              <w:jc w:val="right"/>
              <w:rPr>
                <w:sz w:val="16"/>
                <w:szCs w:val="24"/>
                <w:rFonts w:eastAsia="Times New Roman" w:cs="Arial"/>
              </w:rPr>
            </w:pPr>
            <w:r>
              <w:rPr>
                <w:sz w:val="16"/>
              </w:rPr>
              <w:t xml:space="preserve">Населений пункт,</w:t>
            </w:r>
          </w:p>
        </w:tc>
        <w:tc>
          <w:tcPr>
            <w:tcW w:w="2037" w:type="dxa"/>
            <w:gridSpan w:val="2"/>
          </w:tcPr>
          <w:p w14:paraId="0451713D" w14:textId="77777777" w:rsidR="00460D0D" w:rsidRPr="00877578" w:rsidRDefault="00460D0D" w:rsidP="00F728BD">
            <w:pPr>
              <w:spacing w:after="0" w:line="360" w:lineRule="auto"/>
              <w:rPr>
                <w:sz w:val="16"/>
                <w:szCs w:val="24"/>
                <w:rFonts w:eastAsia="Times New Roman" w:cs="Arial"/>
              </w:rPr>
            </w:pPr>
            <w:r>
              <w:rPr>
                <w:sz w:val="16"/>
              </w:rPr>
              <w:t xml:space="preserve">д.</w:t>
            </w:r>
          </w:p>
        </w:tc>
      </w:tr>
      <w:tr w:rsidR="00460D0D" w:rsidRPr="00227A24" w14:paraId="58233AEB" w14:textId="77777777" w:rsidTr="00F72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487" w:type="dxa"/>
          <w:wAfter w:w="961" w:type="dxa"/>
          <w:trHeight w:val="989"/>
        </w:trPr>
        <w:tc>
          <w:tcPr>
            <w:tcW w:w="9298" w:type="dxa"/>
            <w:gridSpan w:val="4"/>
            <w:shd w:val="clear" w:color="auto" w:fill="F3F3F3"/>
          </w:tcPr>
          <w:p w14:paraId="00BF5106" w14:textId="77777777" w:rsidR="00460D0D" w:rsidRPr="006D1704" w:rsidRDefault="00460D0D" w:rsidP="00F728BD">
            <w:pPr>
              <w:spacing w:after="0"/>
              <w:jc w:val="center"/>
              <w:rPr>
                <w:rFonts w:cs="Arial"/>
                <w:b/>
                <w:sz w:val="8"/>
                <w:szCs w:val="8"/>
              </w:rPr>
            </w:pPr>
          </w:p>
          <w:p w14:paraId="46940754" w14:textId="77777777" w:rsidR="00460D0D" w:rsidRDefault="00460D0D" w:rsidP="00F728BD">
            <w:pPr>
              <w:spacing w:after="0"/>
              <w:jc w:val="center"/>
              <w:rPr>
                <w:b/>
                <w:sz w:val="28"/>
                <w:szCs w:val="28"/>
                <w:rFonts w:cs="Arial"/>
              </w:rPr>
            </w:pPr>
            <w:r>
              <w:rPr>
                <w:b/>
                <w:sz w:val="28"/>
              </w:rPr>
              <w:t xml:space="preserve">Інформація про інцидент</w:t>
            </w:r>
          </w:p>
          <w:p w14:paraId="37EA0B8B" w14:textId="77777777" w:rsidR="00460D0D" w:rsidRPr="006D1704" w:rsidRDefault="00460D0D" w:rsidP="00F728BD">
            <w:pPr>
              <w:spacing w:after="0"/>
              <w:jc w:val="center"/>
              <w:rPr>
                <w:rFonts w:cs="Arial"/>
                <w:b/>
                <w:sz w:val="8"/>
                <w:szCs w:val="8"/>
              </w:rPr>
            </w:pPr>
          </w:p>
          <w:p w14:paraId="28C99343" w14:textId="2CE1FEB3" w:rsidR="00460D0D" w:rsidRPr="00227A24" w:rsidRDefault="00460D0D" w:rsidP="00F728BD">
            <w:pPr>
              <w:jc w:val="center"/>
              <w:rPr>
                <w:rFonts w:cs="Arial"/>
              </w:rPr>
            </w:pPr>
            <w:r>
              <w:rPr>
                <w:b/>
                <w:sz w:val="28"/>
              </w:rPr>
              <w:t xml:space="preserve">Частина I - Вступна інформація</w:t>
            </w:r>
          </w:p>
        </w:tc>
      </w:tr>
    </w:tbl>
    <w:p w14:paraId="45091EA8" w14:textId="77777777" w:rsidR="00F728BD" w:rsidRDefault="00F728BD" w:rsidP="00877578">
      <w:pPr>
        <w:rPr>
          <w:szCs w:val="20"/>
        </w:rPr>
      </w:pPr>
    </w:p>
    <w:p w14:paraId="2AB4137C" w14:textId="77777777" w:rsidR="00BB4519" w:rsidRDefault="00BB4519" w:rsidP="00877578">
      <w:pPr>
        <w:rPr>
          <w:szCs w:val="20"/>
        </w:rPr>
      </w:pPr>
    </w:p>
    <w:p w14:paraId="775E3FCF" w14:textId="4CC13250" w:rsidR="00877578" w:rsidRDefault="00C34EC1" w:rsidP="00877578">
      <w:pPr>
        <w:rPr>
          <w:szCs w:val="20"/>
        </w:rPr>
      </w:pPr>
      <w:r>
        <w:t xml:space="preserve">Я хотів би повідомити, що в день:</w:t>
      </w:r>
      <w:r>
        <w:t xml:space="preserve"> </w:t>
      </w:r>
      <w:r>
        <w:t xml:space="preserve">........................ о годині:</w:t>
      </w:r>
      <w:r>
        <w:t xml:space="preserve"> </w:t>
      </w:r>
      <w:r>
        <w:t xml:space="preserve">........................ відбувся інцидент</w:t>
      </w:r>
      <w:r>
        <w:rPr>
          <w:vertAlign w:val="superscript"/>
        </w:rPr>
        <w:t xml:space="preserve">1</w:t>
      </w:r>
      <w:r>
        <w:rPr>
          <w:vertAlign w:val="superscript"/>
        </w:rPr>
        <w:t xml:space="preserve">)</w:t>
      </w:r>
      <w:r>
        <w:t xml:space="preserve">:</w:t>
      </w:r>
    </w:p>
    <w:p w14:paraId="75C2EFE4" w14:textId="35BDE083" w:rsidR="00E46CBF" w:rsidRDefault="00246C13" w:rsidP="00E46CBF">
      <w:pPr>
        <w:pStyle w:val="Akapitzlist"/>
        <w:numPr>
          <w:ilvl w:val="0"/>
          <w:numId w:val="26"/>
        </w:numPr>
        <w:rPr>
          <w:szCs w:val="20"/>
        </w:rPr>
      </w:pPr>
      <w:r>
        <w:t xml:space="preserve">Нещасний випадок:</w:t>
      </w:r>
    </w:p>
    <w:p w14:paraId="5279FC3B" w14:textId="77777777" w:rsidR="00E46CBF" w:rsidRDefault="00E46CBF" w:rsidP="00E46CBF">
      <w:pPr>
        <w:pStyle w:val="Akapitzlist"/>
        <w:numPr>
          <w:ilvl w:val="0"/>
          <w:numId w:val="27"/>
        </w:numPr>
        <w:rPr>
          <w:szCs w:val="20"/>
        </w:rPr>
      </w:pPr>
      <w:r>
        <w:t xml:space="preserve">окремий/груповий/тяжкий/летальний*</w:t>
      </w:r>
    </w:p>
    <w:p w14:paraId="2CCE4DC2" w14:textId="77777777" w:rsidR="00E46CBF" w:rsidRDefault="00E46CBF" w:rsidP="00E46CBF">
      <w:pPr>
        <w:pStyle w:val="Akapitzlist"/>
        <w:numPr>
          <w:ilvl w:val="0"/>
          <w:numId w:val="26"/>
        </w:numPr>
        <w:rPr>
          <w:szCs w:val="20"/>
        </w:rPr>
      </w:pPr>
      <w:r>
        <w:t xml:space="preserve">Пожежа</w:t>
      </w:r>
    </w:p>
    <w:p w14:paraId="0189DBA7" w14:textId="77777777" w:rsidR="00E46CBF" w:rsidRPr="00E46CBF" w:rsidRDefault="00E46CBF" w:rsidP="00E46CBF">
      <w:pPr>
        <w:pStyle w:val="Akapitzlist"/>
        <w:numPr>
          <w:ilvl w:val="0"/>
          <w:numId w:val="26"/>
        </w:numPr>
        <w:rPr>
          <w:szCs w:val="20"/>
        </w:rPr>
      </w:pPr>
      <w:r>
        <w:t xml:space="preserve">Вибух</w:t>
      </w:r>
    </w:p>
    <w:p w14:paraId="20BC56C8" w14:textId="77777777" w:rsidR="002F157C" w:rsidRDefault="00E46CBF" w:rsidP="002F157C">
      <w:pPr>
        <w:spacing w:after="0"/>
        <w:rPr>
          <w:szCs w:val="20"/>
        </w:rPr>
      </w:pPr>
      <w:r>
        <w:t xml:space="preserve">Під час виконання завдання ..............................................,............................................</w:t>
      </w:r>
    </w:p>
    <w:p w14:paraId="745A0A93" w14:textId="77777777" w:rsidR="002F157C" w:rsidRPr="00877578" w:rsidRDefault="002F157C" w:rsidP="002F157C">
      <w:pPr>
        <w:spacing w:after="0"/>
        <w:rPr>
          <w:szCs w:val="20"/>
        </w:rPr>
      </w:pPr>
    </w:p>
    <w:p w14:paraId="3D549F87" w14:textId="77777777" w:rsidR="00877578" w:rsidRDefault="00E46CBF" w:rsidP="003B4D91">
      <w:pPr>
        <w:numPr>
          <w:ilvl w:val="0"/>
          <w:numId w:val="25"/>
        </w:numPr>
        <w:ind w:left="360"/>
        <w:rPr>
          <w:szCs w:val="20"/>
        </w:rPr>
      </w:pPr>
      <w:r>
        <w:t xml:space="preserve">Місце інциденту</w:t>
      </w:r>
      <w:r>
        <w:t xml:space="preserve"> </w:t>
      </w:r>
    </w:p>
    <w:p w14:paraId="7278D27C" w14:textId="0042C859" w:rsidR="00DF4F0E" w:rsidRDefault="00DF4F0E" w:rsidP="003B4D91">
      <w:pPr>
        <w:ind w:left="426"/>
        <w:rPr>
          <w:szCs w:val="20"/>
        </w:rPr>
      </w:pPr>
      <w: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2FD416" w14:textId="77777777" w:rsidR="00877578" w:rsidRDefault="00F30D6F" w:rsidP="003B4D91">
      <w:pPr>
        <w:numPr>
          <w:ilvl w:val="0"/>
          <w:numId w:val="25"/>
        </w:numPr>
        <w:ind w:left="360"/>
        <w:rPr>
          <w:szCs w:val="20"/>
        </w:rPr>
      </w:pPr>
      <w:r>
        <w:t xml:space="preserve">Короткий опис інциденту (причина, обставини, перебіг, наслідки):</w:t>
      </w:r>
    </w:p>
    <w:p w14:paraId="65E81F57" w14:textId="6D053FD1" w:rsidR="00DF4F0E" w:rsidRPr="00DF4F0E" w:rsidRDefault="00DF4F0E" w:rsidP="003B4D91">
      <w:pPr>
        <w:pStyle w:val="Akapitzlist"/>
        <w:ind w:left="426"/>
        <w:rPr>
          <w:szCs w:val="20"/>
        </w:rPr>
      </w:pPr>
      <w: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5073429" w14:textId="77777777" w:rsidR="00877578" w:rsidRPr="00F30D6F" w:rsidRDefault="00E46CBF" w:rsidP="003B4D91">
      <w:pPr>
        <w:numPr>
          <w:ilvl w:val="0"/>
          <w:numId w:val="25"/>
        </w:numPr>
        <w:ind w:left="360"/>
        <w:rPr>
          <w:szCs w:val="20"/>
        </w:rPr>
      </w:pPr>
      <w:r>
        <w:t xml:space="preserve">У зв'язку з інцидентом були вжиті заходи зовнішніми організаціями ТАК/НІ*, такими як </w:t>
      </w:r>
      <w:r>
        <w:rPr>
          <w:vertAlign w:val="superscript"/>
        </w:rPr>
        <w:t xml:space="preserve">1</w:t>
      </w:r>
      <w:r>
        <w:rPr>
          <w:vertAlign w:val="superscript"/>
        </w:rPr>
        <w:t xml:space="preserve">)</w:t>
      </w:r>
      <w:r>
        <w:t xml:space="preserve">:</w:t>
      </w:r>
    </w:p>
    <w:p w14:paraId="5068BD6B" w14:textId="77777777" w:rsidR="00E46CBF" w:rsidRDefault="00E46CBF" w:rsidP="00E46CBF">
      <w:pPr>
        <w:pStyle w:val="Akapitzlist"/>
        <w:numPr>
          <w:ilvl w:val="0"/>
          <w:numId w:val="28"/>
        </w:numPr>
        <w:rPr>
          <w:szCs w:val="20"/>
        </w:rPr>
      </w:pPr>
      <w:r>
        <w:t xml:space="preserve">Поліція</w:t>
      </w:r>
    </w:p>
    <w:p w14:paraId="5D37985F" w14:textId="77777777" w:rsidR="00E46CBF" w:rsidRDefault="00E46CBF" w:rsidP="00E46CBF">
      <w:pPr>
        <w:pStyle w:val="Akapitzlist"/>
        <w:numPr>
          <w:ilvl w:val="0"/>
          <w:numId w:val="28"/>
        </w:numPr>
        <w:rPr>
          <w:szCs w:val="20"/>
        </w:rPr>
      </w:pPr>
      <w:r>
        <w:t xml:space="preserve">Швидка медична допомога</w:t>
      </w:r>
    </w:p>
    <w:p w14:paraId="38DD60EF" w14:textId="77777777" w:rsidR="00E46CBF" w:rsidRDefault="00D5776A" w:rsidP="00E46CBF">
      <w:pPr>
        <w:pStyle w:val="Akapitzlist"/>
        <w:numPr>
          <w:ilvl w:val="0"/>
          <w:numId w:val="28"/>
        </w:numPr>
        <w:rPr>
          <w:szCs w:val="20"/>
        </w:rPr>
      </w:pPr>
      <w:r>
        <w:t xml:space="preserve">Національна пожежна служба</w:t>
      </w:r>
    </w:p>
    <w:p w14:paraId="1FDC844C" w14:textId="77777777" w:rsidR="00E46CBF" w:rsidRDefault="00E46CBF" w:rsidP="00E46CBF">
      <w:pPr>
        <w:pStyle w:val="Akapitzlist"/>
        <w:numPr>
          <w:ilvl w:val="0"/>
          <w:numId w:val="28"/>
        </w:numPr>
        <w:rPr>
          <w:szCs w:val="20"/>
        </w:rPr>
      </w:pPr>
      <w:r>
        <w:t xml:space="preserve">Державна інспекція з питань праці</w:t>
      </w:r>
    </w:p>
    <w:p w14:paraId="55D1C5A5" w14:textId="7899FD6E" w:rsidR="00877578" w:rsidRPr="006D1704" w:rsidRDefault="00E46CBF" w:rsidP="00877578">
      <w:pPr>
        <w:pStyle w:val="Akapitzlist"/>
        <w:numPr>
          <w:ilvl w:val="0"/>
          <w:numId w:val="28"/>
        </w:numPr>
        <w:rPr>
          <w:szCs w:val="20"/>
        </w:rPr>
      </w:pPr>
      <w:r>
        <w:t xml:space="preserve">Прокуратура</w:t>
      </w:r>
    </w:p>
    <w:tbl>
      <w:tblPr>
        <w:tblW w:w="0" w:type="auto"/>
        <w:tblInd w:w="54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5"/>
      </w:tblGrid>
      <w:tr w:rsidR="00877578" w:rsidRPr="00877578" w14:paraId="4604671F" w14:textId="77777777" w:rsidTr="007B70A2">
        <w:tc>
          <w:tcPr>
            <w:tcW w:w="3755" w:type="dxa"/>
          </w:tcPr>
          <w:p w14:paraId="6B981FAF" w14:textId="77777777" w:rsidR="00877578" w:rsidRPr="00877578" w:rsidRDefault="00877578" w:rsidP="00DF4F0E">
            <w:pPr>
              <w:spacing w:after="0"/>
              <w:rPr>
                <w:szCs w:val="20"/>
              </w:rPr>
            </w:pPr>
            <w:r>
              <w:t xml:space="preserve">......................................................</w:t>
            </w:r>
          </w:p>
        </w:tc>
      </w:tr>
      <w:tr w:rsidR="00877578" w:rsidRPr="00877578" w14:paraId="1D7AA576" w14:textId="77777777" w:rsidTr="007B70A2">
        <w:tc>
          <w:tcPr>
            <w:tcW w:w="3755" w:type="dxa"/>
          </w:tcPr>
          <w:p w14:paraId="31F4F57E" w14:textId="6BC1E677" w:rsidR="00877578" w:rsidRPr="00877578" w:rsidRDefault="00877578" w:rsidP="00877578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 xml:space="preserve">підпис представника Підрядника/Керівника колективу</w:t>
            </w:r>
          </w:p>
        </w:tc>
      </w:tr>
    </w:tbl>
    <w:p w14:paraId="052A6CAC" w14:textId="77777777" w:rsidR="005749DB" w:rsidRPr="00F30D6F" w:rsidRDefault="00877578" w:rsidP="00F30D6F">
      <w:pPr>
        <w:spacing w:after="0" w:line="240" w:lineRule="auto"/>
        <w:rPr>
          <w:sz w:val="16"/>
          <w:szCs w:val="16"/>
        </w:rPr>
      </w:pPr>
      <w:r>
        <w:rPr>
          <w:sz w:val="16"/>
        </w:rPr>
        <w:t xml:space="preserve">*непотрібне закреслити</w:t>
      </w:r>
    </w:p>
    <w:p w14:paraId="4797BCEE" w14:textId="469C707A" w:rsidR="00F30D6F" w:rsidRDefault="00F30D6F" w:rsidP="00F30D6F">
      <w:pPr>
        <w:spacing w:after="0" w:line="240" w:lineRule="auto"/>
        <w:rPr>
          <w:sz w:val="16"/>
          <w:szCs w:val="16"/>
        </w:rPr>
      </w:pPr>
      <w:r>
        <w:rPr>
          <w:sz w:val="16"/>
        </w:rPr>
        <w:t xml:space="preserve">1)зазначте відповідне</w:t>
      </w:r>
    </w:p>
    <w:p w14:paraId="7A93DA8C" w14:textId="7DB05524" w:rsidR="006D1704" w:rsidRDefault="006D1704" w:rsidP="00F30D6F">
      <w:pPr>
        <w:spacing w:after="0" w:line="240" w:lineRule="auto"/>
        <w:rPr>
          <w:sz w:val="16"/>
          <w:szCs w:val="16"/>
        </w:rPr>
      </w:pPr>
    </w:p>
    <w:p w14:paraId="70BF3E09" w14:textId="73BBD820" w:rsidR="003B4D91" w:rsidRDefault="003B4D91" w:rsidP="00F30D6F">
      <w:pPr>
        <w:spacing w:after="0" w:line="240" w:lineRule="auto"/>
        <w:rPr>
          <w:sz w:val="16"/>
          <w:szCs w:val="16"/>
        </w:rPr>
      </w:pPr>
    </w:p>
    <w:p w14:paraId="085F4362" w14:textId="49A8AE8A" w:rsidR="003B4D91" w:rsidRDefault="003B4D91" w:rsidP="00F30D6F">
      <w:pPr>
        <w:spacing w:after="0" w:line="240" w:lineRule="auto"/>
        <w:rPr>
          <w:sz w:val="16"/>
          <w:szCs w:val="16"/>
        </w:rPr>
      </w:pPr>
    </w:p>
    <w:p w14:paraId="673CB6DA" w14:textId="1F3FB76B" w:rsidR="003B4D91" w:rsidRDefault="003B4D91" w:rsidP="00F30D6F">
      <w:pPr>
        <w:spacing w:after="0" w:line="240" w:lineRule="auto"/>
        <w:rPr>
          <w:sz w:val="16"/>
          <w:szCs w:val="16"/>
        </w:rPr>
      </w:pPr>
    </w:p>
    <w:p w14:paraId="6A6C3EC3" w14:textId="55B0B633" w:rsidR="003B4D91" w:rsidRDefault="003B4D91" w:rsidP="00F30D6F">
      <w:pPr>
        <w:spacing w:after="0" w:line="240" w:lineRule="auto"/>
        <w:rPr>
          <w:sz w:val="16"/>
          <w:szCs w:val="16"/>
        </w:rPr>
      </w:pPr>
    </w:p>
    <w:p w14:paraId="10AA1B15" w14:textId="68DDB36B" w:rsidR="00B04115" w:rsidRDefault="00B04115" w:rsidP="00F30D6F">
      <w:pPr>
        <w:spacing w:after="0" w:line="240" w:lineRule="auto"/>
        <w:rPr>
          <w:sz w:val="16"/>
          <w:szCs w:val="16"/>
        </w:rPr>
      </w:pPr>
    </w:p>
    <w:p w14:paraId="1C38F1F4" w14:textId="77777777" w:rsidR="00B04115" w:rsidRDefault="00B04115" w:rsidP="00F30D6F">
      <w:pPr>
        <w:spacing w:after="0" w:line="240" w:lineRule="auto"/>
        <w:rPr>
          <w:sz w:val="16"/>
          <w:szCs w:val="16"/>
        </w:rPr>
      </w:pPr>
    </w:p>
    <w:tbl>
      <w:tblPr>
        <w:tblW w:w="1074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2916"/>
        <w:gridCol w:w="2175"/>
        <w:gridCol w:w="3131"/>
        <w:gridCol w:w="1076"/>
        <w:gridCol w:w="961"/>
      </w:tblGrid>
      <w:tr w:rsidR="003B4D91" w:rsidRPr="00877578" w14:paraId="163C1723" w14:textId="77777777" w:rsidTr="008578B3">
        <w:trPr>
          <w:trHeight w:val="777"/>
          <w:jc w:val="center"/>
        </w:trPr>
        <w:tc>
          <w:tcPr>
            <w:tcW w:w="3404" w:type="dxa"/>
            <w:gridSpan w:val="2"/>
            <w:vAlign w:val="bottom"/>
          </w:tcPr>
          <w:p w14:paraId="5A9E5FAE" w14:textId="77777777" w:rsidR="003B4D91" w:rsidRPr="00877578" w:rsidRDefault="003B4D91" w:rsidP="00F14C25">
            <w:pPr>
              <w:spacing w:after="0" w:line="240" w:lineRule="auto"/>
              <w:rPr>
                <w:sz w:val="24"/>
                <w:szCs w:val="24"/>
                <w:rFonts w:eastAsia="Times New Roman" w:cs="Arial"/>
              </w:rPr>
            </w:pPr>
            <w:r>
              <w:rPr>
                <w:sz w:val="24"/>
              </w:rPr>
              <w:t xml:space="preserve">.................................................</w:t>
            </w:r>
          </w:p>
        </w:tc>
        <w:tc>
          <w:tcPr>
            <w:tcW w:w="2220" w:type="dxa"/>
            <w:vAlign w:val="bottom"/>
          </w:tcPr>
          <w:p w14:paraId="08C97D17" w14:textId="77777777" w:rsidR="003B4D91" w:rsidRPr="00877578" w:rsidRDefault="003B4D91" w:rsidP="00F14C25">
            <w:pPr>
              <w:spacing w:after="0" w:line="240" w:lineRule="auto"/>
              <w:ind w:right="-581"/>
              <w:jc w:val="right"/>
              <w:rPr>
                <w:sz w:val="24"/>
                <w:szCs w:val="24"/>
                <w:rFonts w:eastAsia="Times New Roman" w:cs="Arial"/>
              </w:rPr>
            </w:pPr>
            <w:r>
              <w:rPr>
                <w:sz w:val="24"/>
              </w:rPr>
              <w:t xml:space="preserve">.......</w:t>
            </w:r>
          </w:p>
        </w:tc>
        <w:tc>
          <w:tcPr>
            <w:tcW w:w="3071" w:type="dxa"/>
            <w:vAlign w:val="bottom"/>
          </w:tcPr>
          <w:p w14:paraId="34D09DE5" w14:textId="77777777" w:rsidR="003B4D91" w:rsidRDefault="003B4D91" w:rsidP="00F14C25">
            <w:pPr>
              <w:spacing w:after="0" w:line="240" w:lineRule="auto"/>
              <w:ind w:right="-581"/>
              <w:jc w:val="right"/>
              <w:rPr>
                <w:sz w:val="24"/>
                <w:szCs w:val="24"/>
                <w:rFonts w:eastAsia="Times New Roman" w:cs="Arial"/>
              </w:rPr>
            </w:pPr>
            <w:r>
              <w:rPr>
                <w:sz w:val="24"/>
              </w:rPr>
              <w:t xml:space="preserve">.............................................</w:t>
            </w:r>
          </w:p>
        </w:tc>
        <w:tc>
          <w:tcPr>
            <w:tcW w:w="2051" w:type="dxa"/>
            <w:gridSpan w:val="2"/>
            <w:vAlign w:val="bottom"/>
          </w:tcPr>
          <w:p w14:paraId="4246190E" w14:textId="77777777" w:rsidR="003B4D91" w:rsidRDefault="003B4D91" w:rsidP="00F14C25">
            <w:pPr>
              <w:spacing w:after="0" w:line="240" w:lineRule="auto"/>
              <w:ind w:right="-581"/>
              <w:rPr>
                <w:sz w:val="24"/>
                <w:szCs w:val="24"/>
                <w:rFonts w:eastAsia="Times New Roman" w:cs="Arial"/>
              </w:rPr>
            </w:pPr>
            <w:r>
              <w:rPr>
                <w:sz w:val="24"/>
              </w:rPr>
              <w:t xml:space="preserve">.....................</w:t>
            </w:r>
          </w:p>
        </w:tc>
      </w:tr>
      <w:tr w:rsidR="003B4D91" w:rsidRPr="00877578" w14:paraId="31BB7D7D" w14:textId="77777777" w:rsidTr="00F14C25">
        <w:trPr>
          <w:trHeight w:val="204"/>
          <w:jc w:val="center"/>
        </w:trPr>
        <w:tc>
          <w:tcPr>
            <w:tcW w:w="3404" w:type="dxa"/>
            <w:gridSpan w:val="2"/>
          </w:tcPr>
          <w:p w14:paraId="1A506685" w14:textId="77777777" w:rsidR="003B4D91" w:rsidRPr="00877578" w:rsidRDefault="003B4D91" w:rsidP="00F14C25">
            <w:pPr>
              <w:spacing w:after="0" w:line="360" w:lineRule="auto"/>
              <w:jc w:val="center"/>
              <w:rPr>
                <w:sz w:val="16"/>
                <w:szCs w:val="24"/>
                <w:rFonts w:eastAsia="Times New Roman" w:cs="Arial"/>
              </w:rPr>
            </w:pPr>
            <w:r>
              <w:rPr>
                <w:sz w:val="16"/>
              </w:rPr>
              <w:t xml:space="preserve">Підрядник</w:t>
            </w:r>
          </w:p>
        </w:tc>
        <w:tc>
          <w:tcPr>
            <w:tcW w:w="2220" w:type="dxa"/>
          </w:tcPr>
          <w:p w14:paraId="1979B6C3" w14:textId="77777777" w:rsidR="003B4D91" w:rsidRDefault="003B4D91" w:rsidP="00F14C25">
            <w:pPr>
              <w:spacing w:after="0" w:line="360" w:lineRule="auto"/>
              <w:jc w:val="center"/>
              <w:rPr>
                <w:rFonts w:eastAsia="Times New Roman" w:cs="Arial"/>
                <w:sz w:val="16"/>
                <w:szCs w:val="24"/>
                <w:lang w:eastAsia="pl-PL"/>
              </w:rPr>
            </w:pPr>
          </w:p>
          <w:p w14:paraId="6D652463" w14:textId="77777777" w:rsidR="003B4D91" w:rsidRPr="00877578" w:rsidRDefault="003B4D91" w:rsidP="00F14C25">
            <w:pPr>
              <w:spacing w:after="0" w:line="360" w:lineRule="auto"/>
              <w:jc w:val="center"/>
              <w:rPr>
                <w:rFonts w:eastAsia="Times New Roman" w:cs="Arial"/>
                <w:sz w:val="16"/>
                <w:szCs w:val="24"/>
                <w:lang w:eastAsia="pl-PL"/>
              </w:rPr>
            </w:pPr>
          </w:p>
        </w:tc>
        <w:tc>
          <w:tcPr>
            <w:tcW w:w="3071" w:type="dxa"/>
          </w:tcPr>
          <w:p w14:paraId="5C31EA17" w14:textId="77777777" w:rsidR="003B4D91" w:rsidRPr="00877578" w:rsidRDefault="003B4D91" w:rsidP="00F14C25">
            <w:pPr>
              <w:spacing w:after="0" w:line="360" w:lineRule="auto"/>
              <w:jc w:val="right"/>
              <w:rPr>
                <w:sz w:val="16"/>
                <w:szCs w:val="24"/>
                <w:rFonts w:eastAsia="Times New Roman" w:cs="Arial"/>
              </w:rPr>
            </w:pPr>
            <w:r>
              <w:rPr>
                <w:sz w:val="16"/>
              </w:rPr>
              <w:t xml:space="preserve">Населений пункт,</w:t>
            </w:r>
          </w:p>
        </w:tc>
        <w:tc>
          <w:tcPr>
            <w:tcW w:w="2051" w:type="dxa"/>
            <w:gridSpan w:val="2"/>
          </w:tcPr>
          <w:p w14:paraId="01EE6594" w14:textId="77777777" w:rsidR="003B4D91" w:rsidRPr="00877578" w:rsidRDefault="003B4D91" w:rsidP="00F14C25">
            <w:pPr>
              <w:spacing w:after="0" w:line="360" w:lineRule="auto"/>
              <w:rPr>
                <w:sz w:val="16"/>
                <w:szCs w:val="24"/>
                <w:rFonts w:eastAsia="Times New Roman" w:cs="Arial"/>
              </w:rPr>
            </w:pPr>
            <w:r>
              <w:rPr>
                <w:sz w:val="16"/>
              </w:rPr>
              <w:t xml:space="preserve">д.</w:t>
            </w:r>
          </w:p>
        </w:tc>
      </w:tr>
      <w:tr w:rsidR="003B4D91" w:rsidRPr="00227A24" w14:paraId="6B2175C7" w14:textId="77777777" w:rsidTr="00F14C2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487" w:type="dxa"/>
          <w:wAfter w:w="973" w:type="dxa"/>
          <w:trHeight w:val="989"/>
        </w:trPr>
        <w:tc>
          <w:tcPr>
            <w:tcW w:w="9286" w:type="dxa"/>
            <w:gridSpan w:val="4"/>
            <w:shd w:val="clear" w:color="auto" w:fill="F3F3F3"/>
          </w:tcPr>
          <w:p w14:paraId="00C9EA06" w14:textId="77777777" w:rsidR="003B4D91" w:rsidRPr="006D1704" w:rsidRDefault="003B4D91" w:rsidP="00F14C25">
            <w:pPr>
              <w:spacing w:after="0"/>
              <w:jc w:val="center"/>
              <w:rPr>
                <w:rFonts w:cs="Arial"/>
                <w:b/>
                <w:sz w:val="8"/>
                <w:szCs w:val="8"/>
              </w:rPr>
            </w:pPr>
          </w:p>
          <w:p w14:paraId="5D23A8D7" w14:textId="77777777" w:rsidR="003B4D91" w:rsidRDefault="003B4D91" w:rsidP="00F14C25">
            <w:pPr>
              <w:spacing w:after="0"/>
              <w:jc w:val="center"/>
              <w:rPr>
                <w:b/>
                <w:sz w:val="28"/>
                <w:szCs w:val="28"/>
                <w:rFonts w:cs="Arial"/>
              </w:rPr>
            </w:pPr>
            <w:r>
              <w:rPr>
                <w:b/>
                <w:sz w:val="28"/>
              </w:rPr>
              <w:t xml:space="preserve">Інформація про інцидент</w:t>
            </w:r>
          </w:p>
          <w:p w14:paraId="3C1136F2" w14:textId="77777777" w:rsidR="003B4D91" w:rsidRPr="006D1704" w:rsidRDefault="003B4D91" w:rsidP="00F14C25">
            <w:pPr>
              <w:spacing w:after="0"/>
              <w:jc w:val="center"/>
              <w:rPr>
                <w:rFonts w:cs="Arial"/>
                <w:b/>
                <w:sz w:val="8"/>
                <w:szCs w:val="8"/>
              </w:rPr>
            </w:pPr>
          </w:p>
          <w:p w14:paraId="7B75A3FF" w14:textId="397C2A7F" w:rsidR="003B4D91" w:rsidRPr="00227A24" w:rsidRDefault="003B4D91" w:rsidP="00F14C25">
            <w:pPr>
              <w:jc w:val="center"/>
              <w:rPr>
                <w:rFonts w:cs="Arial"/>
              </w:rPr>
            </w:pPr>
            <w:r>
              <w:rPr>
                <w:b/>
                <w:sz w:val="28"/>
              </w:rPr>
              <w:t xml:space="preserve">Частина II - Додаткова інформація</w:t>
            </w:r>
          </w:p>
        </w:tc>
      </w:tr>
    </w:tbl>
    <w:p w14:paraId="2C35FDB8" w14:textId="77777777" w:rsidR="006D1704" w:rsidRDefault="006D1704" w:rsidP="006D1704">
      <w:pPr>
        <w:rPr>
          <w:b/>
          <w:bCs/>
          <w:szCs w:val="20"/>
        </w:rPr>
      </w:pPr>
    </w:p>
    <w:p w14:paraId="1BAD48E3" w14:textId="507D3D19" w:rsidR="006D1704" w:rsidRDefault="006D1704" w:rsidP="00263DFB">
      <w:pPr>
        <w:pStyle w:val="Akapitzlist"/>
        <w:numPr>
          <w:ilvl w:val="0"/>
          <w:numId w:val="29"/>
        </w:numPr>
        <w:spacing w:after="0"/>
        <w:ind w:left="360"/>
        <w:rPr>
          <w:szCs w:val="20"/>
        </w:rPr>
      </w:pPr>
      <w:r>
        <w:t xml:space="preserve">Кваліфікація інциденту ........................................................................................</w:t>
      </w:r>
    </w:p>
    <w:p w14:paraId="6F9DCFDB" w14:textId="5E81319C" w:rsidR="006D1704" w:rsidRPr="00263DFB" w:rsidRDefault="006D1704" w:rsidP="00263DFB">
      <w:pPr>
        <w:pStyle w:val="Akapitzlist"/>
        <w:spacing w:after="0"/>
        <w:ind w:left="426"/>
        <w:rPr>
          <w:sz w:val="16"/>
          <w:szCs w:val="16"/>
        </w:rPr>
      </w:pPr>
      <w:r>
        <w:rPr>
          <w:sz w:val="16"/>
        </w:rPr>
        <w:t xml:space="preserve">(нещасний випадок на виробництві - колективний/тяжкий/летальний/легкий, небезпечний інцидент, пожежонебезпечний інцидент або інше)</w:t>
      </w:r>
    </w:p>
    <w:p w14:paraId="73BFB0A5" w14:textId="77777777" w:rsidR="00263DFB" w:rsidRDefault="00263DFB" w:rsidP="00263DFB">
      <w:pPr>
        <w:pStyle w:val="Akapitzlist"/>
        <w:spacing w:after="0"/>
        <w:ind w:left="426"/>
        <w:rPr>
          <w:szCs w:val="20"/>
        </w:rPr>
      </w:pPr>
    </w:p>
    <w:p w14:paraId="62C8AE2C" w14:textId="4B2E26E2" w:rsidR="006D1704" w:rsidRDefault="00263DFB" w:rsidP="00263DFB">
      <w:pPr>
        <w:pStyle w:val="Akapitzlist"/>
        <w:numPr>
          <w:ilvl w:val="0"/>
          <w:numId w:val="29"/>
        </w:numPr>
        <w:spacing w:after="0"/>
        <w:ind w:left="360"/>
        <w:rPr>
          <w:szCs w:val="20"/>
        </w:rPr>
      </w:pPr>
      <w:r>
        <w:t xml:space="preserve">Опис події</w:t>
      </w:r>
      <w:r>
        <w:t xml:space="preserve"> </w:t>
      </w:r>
    </w:p>
    <w:p w14:paraId="44969321" w14:textId="2C50352C" w:rsidR="00263DFB" w:rsidRDefault="00263DFB" w:rsidP="00263DFB">
      <w:pPr>
        <w:pStyle w:val="Akapitzlist"/>
        <w:spacing w:after="0"/>
        <w:ind w:left="426"/>
        <w:rPr>
          <w:szCs w:val="20"/>
        </w:rPr>
      </w:pPr>
      <w:r>
        <w:t xml:space="preserve">…………………………………………………………………………………………………………………</w:t>
      </w:r>
    </w:p>
    <w:p w14:paraId="5DB061C4" w14:textId="77777777" w:rsidR="00263DFB" w:rsidRPr="006D1704" w:rsidRDefault="00263DFB" w:rsidP="00263DFB">
      <w:pPr>
        <w:pStyle w:val="Akapitzlist"/>
        <w:spacing w:after="0"/>
        <w:ind w:left="426"/>
        <w:rPr>
          <w:szCs w:val="20"/>
        </w:rPr>
      </w:pPr>
      <w:r>
        <w:t xml:space="preserve">…………………………………………………………………………………………………………………</w:t>
      </w:r>
    </w:p>
    <w:p w14:paraId="51A4F02B" w14:textId="77777777" w:rsidR="00263DFB" w:rsidRPr="006D1704" w:rsidRDefault="00263DFB" w:rsidP="00263DFB">
      <w:pPr>
        <w:pStyle w:val="Akapitzlist"/>
        <w:spacing w:after="0"/>
        <w:ind w:left="426"/>
        <w:rPr>
          <w:szCs w:val="20"/>
        </w:rPr>
      </w:pPr>
      <w:r>
        <w:t xml:space="preserve">…………………………………………………………………………………………………………………</w:t>
      </w:r>
    </w:p>
    <w:p w14:paraId="3F9E7AC9" w14:textId="77777777" w:rsidR="00263DFB" w:rsidRPr="006D1704" w:rsidRDefault="00263DFB" w:rsidP="00263DFB">
      <w:pPr>
        <w:pStyle w:val="Akapitzlist"/>
        <w:spacing w:after="0"/>
        <w:ind w:left="426"/>
        <w:rPr>
          <w:szCs w:val="20"/>
        </w:rPr>
      </w:pPr>
      <w:r>
        <w:t xml:space="preserve">…………………………………………………………………………………………………………………</w:t>
      </w:r>
    </w:p>
    <w:p w14:paraId="3DD950B4" w14:textId="77777777" w:rsidR="00263DFB" w:rsidRPr="006D1704" w:rsidRDefault="00263DFB" w:rsidP="00263DFB">
      <w:pPr>
        <w:pStyle w:val="Akapitzlist"/>
        <w:spacing w:after="0"/>
        <w:ind w:left="426"/>
        <w:rPr>
          <w:szCs w:val="20"/>
        </w:rPr>
      </w:pPr>
      <w:r>
        <w:t xml:space="preserve">…………………………………………………………………………………………………………………</w:t>
      </w:r>
    </w:p>
    <w:p w14:paraId="54F9E181" w14:textId="77777777" w:rsidR="00263DFB" w:rsidRPr="006D1704" w:rsidRDefault="00263DFB" w:rsidP="00263DFB">
      <w:pPr>
        <w:pStyle w:val="Akapitzlist"/>
        <w:spacing w:after="0"/>
        <w:ind w:left="426"/>
        <w:rPr>
          <w:szCs w:val="20"/>
        </w:rPr>
      </w:pPr>
      <w:r>
        <w:t xml:space="preserve">…………………………………………………………………………………………………………………</w:t>
      </w:r>
    </w:p>
    <w:p w14:paraId="7665EBCB" w14:textId="77777777" w:rsidR="00263DFB" w:rsidRPr="006D1704" w:rsidRDefault="00263DFB" w:rsidP="00263DFB">
      <w:pPr>
        <w:pStyle w:val="Akapitzlist"/>
        <w:spacing w:after="0"/>
        <w:ind w:left="426"/>
        <w:rPr>
          <w:szCs w:val="20"/>
        </w:rPr>
      </w:pPr>
    </w:p>
    <w:p w14:paraId="777CA3C6" w14:textId="6EDE9968" w:rsidR="00263DFB" w:rsidRDefault="00263DFB" w:rsidP="00263DFB">
      <w:pPr>
        <w:pStyle w:val="Akapitzlist"/>
        <w:numPr>
          <w:ilvl w:val="0"/>
          <w:numId w:val="29"/>
        </w:numPr>
        <w:spacing w:after="0"/>
        <w:ind w:left="360"/>
        <w:rPr>
          <w:szCs w:val="20"/>
        </w:rPr>
      </w:pPr>
      <w:r>
        <w:t xml:space="preserve">Причини інциденту</w:t>
      </w:r>
    </w:p>
    <w:p w14:paraId="6CB01840" w14:textId="165E3F6F" w:rsidR="00263DFB" w:rsidRDefault="00263DFB" w:rsidP="00263DFB">
      <w:pPr>
        <w:pStyle w:val="Akapitzlist"/>
        <w:spacing w:after="0"/>
        <w:ind w:left="426"/>
        <w:rPr>
          <w:szCs w:val="20"/>
        </w:rPr>
      </w:pPr>
      <w:r>
        <w:t xml:space="preserve">Безпосередня причина...............................................................................................</w:t>
      </w:r>
    </w:p>
    <w:p w14:paraId="38B4385A" w14:textId="50AF8616" w:rsidR="00263DFB" w:rsidRDefault="00263DFB" w:rsidP="00263DFB">
      <w:pPr>
        <w:pStyle w:val="Akapitzlist"/>
        <w:spacing w:after="0"/>
        <w:ind w:left="426"/>
        <w:rPr>
          <w:szCs w:val="20"/>
        </w:rPr>
      </w:pPr>
      <w:r>
        <w:t xml:space="preserve">Непряма причина</w:t>
      </w:r>
      <w:r>
        <w:t xml:space="preserve"> </w:t>
      </w:r>
    </w:p>
    <w:p w14:paraId="78B7E61C" w14:textId="3399AA38" w:rsidR="00263DFB" w:rsidRDefault="00263DFB" w:rsidP="009809A8">
      <w:pPr>
        <w:pStyle w:val="Akapitzlist"/>
        <w:numPr>
          <w:ilvl w:val="0"/>
          <w:numId w:val="31"/>
        </w:numPr>
        <w:spacing w:after="0"/>
        <w:rPr>
          <w:szCs w:val="20"/>
        </w:rPr>
      </w:pPr>
      <w:r>
        <w:t xml:space="preserve">Технічна причина:</w:t>
      </w:r>
    </w:p>
    <w:p w14:paraId="2923FFBC" w14:textId="77777777" w:rsidR="00263DFB" w:rsidRDefault="00263DFB" w:rsidP="00263DFB">
      <w:pPr>
        <w:pStyle w:val="Akapitzlist"/>
        <w:spacing w:after="0"/>
        <w:ind w:left="1145"/>
        <w:rPr>
          <w:szCs w:val="20"/>
        </w:rPr>
      </w:pPr>
    </w:p>
    <w:p w14:paraId="0AF9134E" w14:textId="5FC361F0" w:rsidR="00263DFB" w:rsidRPr="00263DFB" w:rsidRDefault="00263DFB" w:rsidP="009809A8">
      <w:pPr>
        <w:pStyle w:val="Akapitzlist"/>
        <w:numPr>
          <w:ilvl w:val="0"/>
          <w:numId w:val="31"/>
        </w:numPr>
        <w:spacing w:after="0"/>
        <w:rPr>
          <w:szCs w:val="20"/>
        </w:rPr>
      </w:pPr>
      <w:r>
        <w:t xml:space="preserve">Організаційна причина:</w:t>
      </w:r>
    </w:p>
    <w:p w14:paraId="2FA5E96F" w14:textId="77777777" w:rsidR="00263DFB" w:rsidRDefault="00263DFB" w:rsidP="00263DFB">
      <w:pPr>
        <w:pStyle w:val="Akapitzlist"/>
        <w:spacing w:after="0"/>
        <w:ind w:left="1145"/>
        <w:rPr>
          <w:szCs w:val="20"/>
        </w:rPr>
      </w:pPr>
    </w:p>
    <w:p w14:paraId="41A95CF6" w14:textId="0CB68779" w:rsidR="00263DFB" w:rsidRDefault="00263DFB" w:rsidP="009809A8">
      <w:pPr>
        <w:pStyle w:val="Akapitzlist"/>
        <w:numPr>
          <w:ilvl w:val="0"/>
          <w:numId w:val="31"/>
        </w:numPr>
        <w:spacing w:after="0"/>
        <w:rPr>
          <w:szCs w:val="20"/>
        </w:rPr>
      </w:pPr>
      <w:r>
        <w:t xml:space="preserve">Людський фактор:</w:t>
      </w:r>
    </w:p>
    <w:p w14:paraId="5177D98A" w14:textId="77777777" w:rsidR="00263DFB" w:rsidRPr="00263DFB" w:rsidRDefault="00263DFB" w:rsidP="00263DFB">
      <w:pPr>
        <w:spacing w:after="0"/>
        <w:rPr>
          <w:szCs w:val="20"/>
        </w:rPr>
      </w:pPr>
    </w:p>
    <w:p w14:paraId="183F9A33" w14:textId="6F0C943F" w:rsidR="006D1704" w:rsidRDefault="006D1704" w:rsidP="00263DFB">
      <w:pPr>
        <w:pStyle w:val="Akapitzlist"/>
        <w:numPr>
          <w:ilvl w:val="0"/>
          <w:numId w:val="29"/>
        </w:numPr>
        <w:spacing w:after="0"/>
        <w:ind w:left="360"/>
        <w:rPr>
          <w:szCs w:val="20"/>
        </w:rPr>
      </w:pPr>
      <w:r>
        <w:t xml:space="preserve">Наслідки інциденту (матеріальні/людські)</w:t>
      </w:r>
      <w:r>
        <w:t xml:space="preserve"> </w:t>
      </w:r>
    </w:p>
    <w:p w14:paraId="7369E807" w14:textId="01F4A453" w:rsidR="00263DFB" w:rsidRPr="00263DFB" w:rsidRDefault="00263DFB" w:rsidP="00263DFB">
      <w:pPr>
        <w:spacing w:after="0"/>
        <w:ind w:left="66"/>
        <w:rPr>
          <w:szCs w:val="20"/>
        </w:rPr>
      </w:pPr>
      <w:r>
        <w:t xml:space="preserve">………………………………………………………………………………………………………………………</w:t>
      </w:r>
    </w:p>
    <w:p w14:paraId="41FB6670" w14:textId="2251D02D" w:rsidR="00263DFB" w:rsidRDefault="00263DFB" w:rsidP="00263DFB">
      <w:pPr>
        <w:spacing w:after="0"/>
        <w:rPr>
          <w:szCs w:val="20"/>
        </w:rPr>
      </w:pPr>
      <w:r>
        <w:t xml:space="preserve">……………………………………………………………………………………………………………………….</w:t>
      </w:r>
    </w:p>
    <w:p w14:paraId="37AC0E6A" w14:textId="77777777" w:rsidR="00263DFB" w:rsidRDefault="00263DFB" w:rsidP="00263DFB">
      <w:pPr>
        <w:spacing w:after="0"/>
        <w:rPr>
          <w:szCs w:val="20"/>
        </w:rPr>
      </w:pPr>
    </w:p>
    <w:p w14:paraId="7D62152D" w14:textId="5EB1B799" w:rsidR="00263DFB" w:rsidRPr="00263DFB" w:rsidRDefault="00263DFB" w:rsidP="00263DFB">
      <w:pPr>
        <w:pStyle w:val="Akapitzlist"/>
        <w:numPr>
          <w:ilvl w:val="0"/>
          <w:numId w:val="29"/>
        </w:numPr>
        <w:spacing w:after="0"/>
        <w:ind w:left="360"/>
        <w:rPr>
          <w:szCs w:val="20"/>
        </w:rPr>
      </w:pPr>
      <w:r>
        <w:t xml:space="preserve">Висновки та рекомендації, включаючи засоби реалізації</w:t>
      </w:r>
      <w:r>
        <w:t xml:space="preserve"> </w:t>
      </w:r>
    </w:p>
    <w:p w14:paraId="47D6126D" w14:textId="5DA8CCC2" w:rsidR="00263DFB" w:rsidRPr="00263DFB" w:rsidRDefault="00263DFB" w:rsidP="00263DFB">
      <w:pPr>
        <w:pStyle w:val="Akapitzlist"/>
        <w:spacing w:after="0"/>
        <w:ind w:left="0"/>
        <w:rPr>
          <w:szCs w:val="20"/>
        </w:rPr>
      </w:pPr>
      <w:r>
        <w:t xml:space="preserve">……………………………………………………………………………………………………………………….</w:t>
      </w:r>
    </w:p>
    <w:p w14:paraId="7A8DB756" w14:textId="77777777" w:rsidR="00263DFB" w:rsidRPr="00263DFB" w:rsidRDefault="00263DFB" w:rsidP="00263DFB">
      <w:pPr>
        <w:spacing w:after="0"/>
        <w:rPr>
          <w:szCs w:val="20"/>
        </w:rPr>
      </w:pPr>
      <w:r>
        <w:t xml:space="preserve">……………………………………………………………………………………………………………………….</w:t>
      </w:r>
    </w:p>
    <w:p w14:paraId="0DEB06F4" w14:textId="77777777" w:rsidR="00263DFB" w:rsidRPr="00263DFB" w:rsidRDefault="00263DFB" w:rsidP="00263DFB">
      <w:pPr>
        <w:pStyle w:val="Akapitzlist"/>
        <w:spacing w:after="0"/>
        <w:ind w:left="0"/>
        <w:rPr>
          <w:szCs w:val="20"/>
        </w:rPr>
      </w:pPr>
      <w:r>
        <w:t xml:space="preserve">……………………………………………………………………………………………………………………….</w:t>
      </w:r>
    </w:p>
    <w:p w14:paraId="0C7681A1" w14:textId="57F5DDB5" w:rsidR="00263DFB" w:rsidRDefault="00263DFB" w:rsidP="00263DFB">
      <w:pPr>
        <w:spacing w:after="0"/>
        <w:rPr>
          <w:szCs w:val="20"/>
        </w:rPr>
      </w:pPr>
    </w:p>
    <w:p w14:paraId="0E4744FE" w14:textId="77777777" w:rsidR="009809A8" w:rsidRDefault="009809A8" w:rsidP="00263DFB">
      <w:pPr>
        <w:spacing w:after="0"/>
        <w:rPr>
          <w:szCs w:val="20"/>
        </w:rPr>
      </w:pPr>
    </w:p>
    <w:tbl>
      <w:tblPr>
        <w:tblW w:w="0" w:type="auto"/>
        <w:tblInd w:w="54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5"/>
      </w:tblGrid>
      <w:tr w:rsidR="009809A8" w:rsidRPr="00877578" w14:paraId="23697C6B" w14:textId="77777777" w:rsidTr="00F14C25">
        <w:tc>
          <w:tcPr>
            <w:tcW w:w="3755" w:type="dxa"/>
          </w:tcPr>
          <w:p w14:paraId="131EE5FB" w14:textId="77777777" w:rsidR="009809A8" w:rsidRPr="00877578" w:rsidRDefault="009809A8" w:rsidP="00F14C25">
            <w:pPr>
              <w:spacing w:after="0"/>
              <w:rPr>
                <w:szCs w:val="20"/>
              </w:rPr>
            </w:pPr>
            <w:r>
              <w:t xml:space="preserve">......................................................</w:t>
            </w:r>
          </w:p>
        </w:tc>
      </w:tr>
      <w:tr w:rsidR="009809A8" w:rsidRPr="00877578" w14:paraId="6B3B2B37" w14:textId="77777777" w:rsidTr="00F14C25">
        <w:tc>
          <w:tcPr>
            <w:tcW w:w="3755" w:type="dxa"/>
          </w:tcPr>
          <w:p w14:paraId="20D6CB1F" w14:textId="77777777" w:rsidR="009809A8" w:rsidRPr="00877578" w:rsidRDefault="009809A8" w:rsidP="00F14C25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 xml:space="preserve">підпис представника Підрядника/Керівника колективу</w:t>
            </w:r>
          </w:p>
        </w:tc>
      </w:tr>
    </w:tbl>
    <w:p w14:paraId="5CE688E7" w14:textId="77777777" w:rsidR="009809A8" w:rsidRPr="00263DFB" w:rsidRDefault="009809A8" w:rsidP="00263DFB">
      <w:pPr>
        <w:spacing w:after="0"/>
        <w:rPr>
          <w:szCs w:val="20"/>
        </w:rPr>
      </w:pPr>
    </w:p>
    <w:p w14:paraId="7E0B2F75" w14:textId="77777777" w:rsidR="006D1704" w:rsidRPr="006D1704" w:rsidRDefault="006D1704" w:rsidP="006D1704">
      <w:pPr>
        <w:rPr>
          <w:b/>
          <w:bCs/>
          <w:szCs w:val="20"/>
        </w:rPr>
      </w:pPr>
    </w:p>
    <w:sectPr w:rsidR="006D1704" w:rsidRPr="006D1704" w:rsidSect="003B4D9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276" w:left="1418" w:header="709" w:footer="227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E1B26" w14:textId="77777777" w:rsidR="006E7E55" w:rsidRDefault="006E7E55" w:rsidP="00790544">
      <w:pPr>
        <w:spacing w:after="0" w:line="240" w:lineRule="auto"/>
      </w:pPr>
      <w:r>
        <w:separator/>
      </w:r>
    </w:p>
  </w:endnote>
  <w:endnote w:type="continuationSeparator" w:id="0">
    <w:p w14:paraId="74981612" w14:textId="77777777" w:rsidR="006E7E55" w:rsidRDefault="006E7E55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2248D" w14:textId="77777777" w:rsidR="00B322E8" w:rsidRDefault="00B322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1727881"/>
      <w:docPartObj>
        <w:docPartGallery w:val="Page Numbers (Bottom of Page)"/>
        <w:docPartUnique/>
      </w:docPartObj>
    </w:sdtPr>
    <w:sdtEndPr>
      <w:rPr>
        <w:sz w:val="20"/>
        <w:szCs w:val="22"/>
      </w:rPr>
    </w:sdtEndPr>
    <w:sdtContent>
      <w:sdt>
        <w:sdtPr>
          <w:rPr>
            <w:sz w:val="14"/>
            <w:szCs w:val="14"/>
          </w:rPr>
          <w:id w:val="1727882"/>
          <w:docPartObj>
            <w:docPartGallery w:val="Page Numbers (Top of Page)"/>
            <w:docPartUnique/>
          </w:docPartObj>
        </w:sdtPr>
        <w:sdtEndPr>
          <w:rPr>
            <w:sz w:val="20"/>
            <w:szCs w:val="22"/>
          </w:rPr>
        </w:sdtEndPr>
        <w:sdtContent>
          <w:p w14:paraId="23BD23ED" w14:textId="77777777" w:rsidR="00524C97" w:rsidRPr="004779FF" w:rsidRDefault="00524C97" w:rsidP="00AA5681">
            <w:pPr>
              <w:pStyle w:val="Stopka"/>
              <w:rPr>
                <w:noProof/>
                <w:sz w:val="14"/>
                <w:szCs w:val="14"/>
                <w:lang w:eastAsia="pl-PL"/>
              </w:rPr>
            </w:pPr>
          </w:p>
          <w:p w14:paraId="7047E46F" w14:textId="77777777" w:rsidR="00524C97" w:rsidRPr="005B4C9F" w:rsidRDefault="00000000" w:rsidP="00941FE1">
            <w:pPr>
              <w:pStyle w:val="Stopka"/>
              <w:tabs>
                <w:tab w:val="clear" w:pos="4536"/>
                <w:tab w:val="left" w:pos="2268"/>
                <w:tab w:val="left" w:pos="5103"/>
                <w:tab w:val="left" w:pos="5310"/>
                <w:tab w:val="left" w:pos="6521"/>
                <w:tab w:val="center" w:pos="7088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1727883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3376E551" w14:textId="77777777" w:rsidR="000E5AB0" w:rsidRPr="004779FF" w:rsidRDefault="000E5AB0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3845" w:type="dxa"/>
          <w:tblInd w:w="64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630"/>
          <w:gridCol w:w="2576"/>
          <w:gridCol w:w="3206"/>
        </w:tblGrid>
        <w:tr w:rsidR="000E5AB0" w:rsidRPr="006A3F0A" w14:paraId="4F95AEF1" w14:textId="77777777" w:rsidTr="000E5AB0">
          <w:trPr>
            <w:gridAfter w:val="1"/>
            <w:wAfter w:w="3206" w:type="dxa"/>
          </w:trPr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7348336F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33EA1A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gridSpan w:val="2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3718DAFB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524C97" w:rsidRPr="008A5466" w14:paraId="6CA4F8BC" w14:textId="77777777" w:rsidTr="000E5AB0">
          <w:trPr>
            <w:gridAfter w:val="1"/>
            <w:wAfter w:w="3206" w:type="dxa"/>
          </w:trPr>
          <w:tc>
            <w:tcPr>
              <w:tcW w:w="8063" w:type="dxa"/>
              <w:gridSpan w:val="3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3C6532A3" w14:textId="77777777" w:rsidR="00524C97" w:rsidRPr="008A5466" w:rsidRDefault="00FC4AC7" w:rsidP="00524C97">
              <w:pPr>
                <w:pStyle w:val="Stopka"/>
                <w:jc w:val="both"/>
                <w:rPr>
                  <w:sz w:val="18"/>
                  <w:szCs w:val="18"/>
                </w:rPr>
              </w:pPr>
              <w:r>
                <w:rPr>
                  <w:sz w:val="18"/>
                </w:rPr>
                <mc:AlternateContent>
                  <mc:Choice Requires="wpg">
                    <w:drawing>
                      <wp:anchor distT="0" distB="0" distL="114300" distR="114300" simplePos="0" relativeHeight="251660288" behindDoc="0" locked="0" layoutInCell="1" allowOverlap="1" wp14:anchorId="1ED55C8D" wp14:editId="7A4C5D3E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1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2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71479B19" id="Group 10" o:spid="_x0000_s1026" style="position:absolute;margin-left:-2.2pt;margin-top:3.05pt;width:531.65pt;height:.05pt;z-index:25166028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ejQvwAAANoAAAAPAAAAZHJzL2Rvd25yZXYueG1sRI9Bi8Iw&#10;FITvgv8hPMGbpiqI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AqzejQvwAAANoAAAAPAAAAAAAA&#10;AAAAAAAAAAcCAABkcnMvZG93bnJldi54bWxQSwUGAAAAAAMAAwC3AAAA8wIAAAAA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11545DF3" w14:textId="77777777" w:rsidR="00524C97" w:rsidRPr="008A5466" w:rsidRDefault="00524C97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0E5AB0" w:rsidRPr="008A5466" w14:paraId="0FC3159C" w14:textId="77777777" w:rsidTr="000E5AB0">
          <w:tc>
            <w:tcPr>
              <w:tcW w:w="8063" w:type="dxa"/>
              <w:gridSpan w:val="3"/>
              <w:tcMar>
                <w:left w:w="2552" w:type="dxa"/>
                <w:bottom w:w="113" w:type="dxa"/>
                <w:right w:w="57" w:type="dxa"/>
              </w:tcMar>
              <w:vAlign w:val="center"/>
            </w:tcPr>
            <w:p w14:paraId="0FE72CC0" w14:textId="77777777" w:rsidR="000E5AB0" w:rsidRPr="006A3F0A" w:rsidRDefault="000E5AB0" w:rsidP="000E5AB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2066"/>
                <w:rPr>
                  <w:sz w:val="18"/>
                  <w:szCs w:val="18"/>
                </w:rPr>
              </w:pPr>
              <w:r>
                <w:rPr>
                  <w:sz w:val="18"/>
                </w:rPr>
                <w:t xml:space="preserve">Редакція 1 Версія 1</w:t>
              </w:r>
              <w:r>
                <w:rPr>
                  <w:sz w:val="18"/>
                </w:rPr>
                <w:t xml:space="preserve"> </w:t>
              </w:r>
            </w:p>
          </w:tc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32AC7D52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</w:rPr>
              </w:pPr>
              <w:r>
                <w:rPr>
                  <w:sz w:val="18"/>
                </w:rPr>
                <w:t xml:space="preserve">PL-DK-P01-F01</w:t>
              </w:r>
            </w:p>
          </w:tc>
          <w:tc>
            <w:tcPr>
              <w:tcW w:w="3206" w:type="dxa"/>
              <w:vAlign w:val="center"/>
            </w:tcPr>
            <w:p w14:paraId="1E5075C7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</w:rPr>
                <w:t xml:space="preserve">Сторінка </w:t>
              </w:r>
              <w:r w:rsidR="00502035" w:rsidRPr="006A3F0A">
                <w:rPr>
                  <w:sz w:val="18"/>
                </w:rPr>
                <w:fldChar w:fldCharType="begin"/>
              </w:r>
              <w:r w:rsidRPr="006A3F0A">
                <w:rPr>
                  <w:sz w:val="18"/>
                </w:rPr>
                <w:instrText>PAGE</w:instrText>
              </w:r>
              <w:r w:rsidR="00502035" w:rsidRPr="006A3F0A">
                <w:rPr>
                  <w:sz w:val="18"/>
                </w:rPr>
                <w:fldChar w:fldCharType="separate"/>
              </w:r>
              <w:r w:rsidR="004D1932">
                <w:rPr>
                  <w:sz w:val="18"/>
                </w:rPr>
                <w:t>1</w:t>
              </w:r>
              <w:r w:rsidR="00502035" w:rsidRPr="006A3F0A">
                <w:rPr>
                  <w:sz w:val="18"/>
                </w:rPr>
                <w:fldChar w:fldCharType="end"/>
              </w:r>
              <w:r>
                <w:rPr>
                  <w:sz w:val="18"/>
                </w:rPr>
                <w:t xml:space="preserve"> з </w:t>
              </w:r>
              <w:r w:rsidR="00502035" w:rsidRPr="006A3F0A">
                <w:rPr>
                  <w:sz w:val="18"/>
                </w:rPr>
                <w:fldChar w:fldCharType="begin" w:dirty="true"/>
              </w:r>
              <w:r w:rsidRPr="006A3F0A">
                <w:rPr>
                  <w:sz w:val="18"/>
                </w:rPr>
                <w:instrText>NUMPAGES</w:instrText>
              </w:r>
              <w:r w:rsidR="00502035" w:rsidRPr="006A3F0A">
                <w:rPr>
                  <w:sz w:val="18"/>
                </w:rPr>
                <w:fldChar w:fldCharType="separate"/>
              </w:r>
              <w:r w:rsidR="00C57F21">
                <w:rPr>
                  <w:sz w:val="18"/>
                </w:rPr>
                <w:t>1</w:t>
              </w:r>
              <w:r w:rsidR="00502035" w:rsidRPr="006A3F0A">
                <w:rPr>
                  <w:sz w:val="18"/>
                </w:rPr>
                <w:fldChar w:fldCharType="end"/>
              </w:r>
            </w:p>
          </w:tc>
        </w:tr>
      </w:tbl>
      <w:p w14:paraId="4A20ABA2" w14:textId="77777777" w:rsidR="00524C97" w:rsidRPr="00612DE7" w:rsidRDefault="00000000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CC962" w14:textId="77777777" w:rsidR="006E7E55" w:rsidRDefault="006E7E55" w:rsidP="00790544">
      <w:pPr>
        <w:spacing w:after="0" w:line="240" w:lineRule="auto"/>
      </w:pPr>
      <w:r>
        <w:separator/>
      </w:r>
    </w:p>
  </w:footnote>
  <w:footnote w:type="continuationSeparator" w:id="0">
    <w:p w14:paraId="108175C4" w14:textId="77777777" w:rsidR="006E7E55" w:rsidRDefault="006E7E55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0C215" w14:textId="77777777" w:rsidR="00B322E8" w:rsidRDefault="00B322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B2EE4" w14:textId="77777777" w:rsidR="00524C97" w:rsidRPr="003D4398" w:rsidRDefault="00524C97" w:rsidP="005718C9">
    <w:pPr>
      <w:pStyle w:val="Nagwek"/>
      <w:jc w:val="center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524C97" w14:paraId="2B2AD105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2E41BE35" w14:textId="77777777" w:rsidR="00524C97" w:rsidRPr="003F768B" w:rsidRDefault="00774240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sz w:val="18"/>
            </w:rPr>
            <w:t xml:space="preserve">Додаток № 1 до Процедури прийняття на роботу працівників до оператора транспортних газопроводів GAZ-SYSTEM S.A.</w:t>
          </w:r>
          <w:r>
            <w:rPr>
              <w:sz w:val="18"/>
            </w:rPr>
            <w:t xml:space="preserve"> </w:t>
          </w:r>
        </w:p>
      </w:tc>
    </w:tr>
    <w:tr w:rsidR="00524C97" w14:paraId="617306D3" w14:textId="77777777" w:rsidTr="00524C97">
      <w:tc>
        <w:tcPr>
          <w:tcW w:w="10639" w:type="dxa"/>
        </w:tcPr>
        <w:p w14:paraId="24A17786" w14:textId="77777777" w:rsidR="00524C97" w:rsidRDefault="00FC4AC7" w:rsidP="00524C97">
          <w:pPr>
            <w:pStyle w:val="Nagwek"/>
            <w:jc w:val="center"/>
            <w:rPr>
              <w:b/>
              <w:noProof/>
              <w:sz w:val="18"/>
              <w:szCs w:val="18"/>
            </w:rPr>
          </w:pPr>
          <w:r>
            <w:rPr>
              <w:b/>
              <w:sz w:val="18"/>
            </w:rPr>
            <mc:AlternateContent>
              <mc:Choice Requires="wpg">
                <w:drawing>
                  <wp:anchor distT="0" distB="0" distL="114300" distR="114300" simplePos="0" relativeHeight="251663360" behindDoc="0" locked="0" layoutInCell="1" allowOverlap="1" wp14:anchorId="1CBCE7DB" wp14:editId="161781A5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4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5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47101C1B" id="Group 22" o:spid="_x0000_s1026" style="position:absolute;margin-left:-5.15pt;margin-top:5.65pt;width:531.65pt;height:.05pt;z-index:25166336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" strokecolor="black [3213]" strokeweight="1pt"/>
                  </v:group>
                </w:pict>
              </mc:Fallback>
            </mc:AlternateContent>
          </w:r>
        </w:p>
      </w:tc>
    </w:tr>
  </w:tbl>
  <w:p w14:paraId="14D9C0DE" w14:textId="77777777" w:rsidR="00524C97" w:rsidRDefault="00524C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86B09"/>
    <w:multiLevelType w:val="hybridMultilevel"/>
    <w:tmpl w:val="6DA4C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75F27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" w15:restartNumberingAfterBreak="0">
    <w:nsid w:val="040B474B"/>
    <w:multiLevelType w:val="hybridMultilevel"/>
    <w:tmpl w:val="6C68366E"/>
    <w:lvl w:ilvl="0" w:tplc="083AE2A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F43D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4" w15:restartNumberingAfterBreak="0">
    <w:nsid w:val="0C856CCB"/>
    <w:multiLevelType w:val="hybridMultilevel"/>
    <w:tmpl w:val="F2CC3B76"/>
    <w:lvl w:ilvl="0" w:tplc="40740D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7D08F5"/>
    <w:multiLevelType w:val="hybridMultilevel"/>
    <w:tmpl w:val="64DE36F2"/>
    <w:lvl w:ilvl="0" w:tplc="DD440962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6404F"/>
    <w:multiLevelType w:val="hybridMultilevel"/>
    <w:tmpl w:val="57664050"/>
    <w:lvl w:ilvl="0" w:tplc="A292578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E62F1"/>
    <w:multiLevelType w:val="multilevel"/>
    <w:tmpl w:val="9028B9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8" w15:restartNumberingAfterBreak="0">
    <w:nsid w:val="1AA730D2"/>
    <w:multiLevelType w:val="hybridMultilevel"/>
    <w:tmpl w:val="2CF86C68"/>
    <w:lvl w:ilvl="0" w:tplc="A2925786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70475E2"/>
    <w:multiLevelType w:val="hybridMultilevel"/>
    <w:tmpl w:val="CE32E2F0"/>
    <w:lvl w:ilvl="0" w:tplc="A0DA784C">
      <w:start w:val="12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B3F9F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1" w15:restartNumberingAfterBreak="0">
    <w:nsid w:val="36371D9D"/>
    <w:multiLevelType w:val="multilevel"/>
    <w:tmpl w:val="5A606782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72" w:hanging="1800"/>
      </w:pPr>
      <w:rPr>
        <w:rFonts w:hint="default"/>
      </w:rPr>
    </w:lvl>
  </w:abstractNum>
  <w:abstractNum w:abstractNumId="12" w15:restartNumberingAfterBreak="0">
    <w:nsid w:val="37480DF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3" w15:restartNumberingAfterBreak="0">
    <w:nsid w:val="37D47AA9"/>
    <w:multiLevelType w:val="hybridMultilevel"/>
    <w:tmpl w:val="69346906"/>
    <w:lvl w:ilvl="0" w:tplc="7AC8C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0120EF"/>
    <w:multiLevelType w:val="multilevel"/>
    <w:tmpl w:val="F878C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5" w15:restartNumberingAfterBreak="0">
    <w:nsid w:val="3A0816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032595"/>
    <w:multiLevelType w:val="hybridMultilevel"/>
    <w:tmpl w:val="11265F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4C00CC9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8" w15:restartNumberingAfterBreak="0">
    <w:nsid w:val="5573574E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9" w15:restartNumberingAfterBreak="0">
    <w:nsid w:val="57BA539C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0" w15:restartNumberingAfterBreak="0">
    <w:nsid w:val="5DDE6675"/>
    <w:multiLevelType w:val="hybridMultilevel"/>
    <w:tmpl w:val="227E8308"/>
    <w:lvl w:ilvl="0" w:tplc="10BA1E92">
      <w:start w:val="4"/>
      <w:numFmt w:val="upperRoman"/>
      <w:lvlText w:val="%1&gt;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F6C7F5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2" w15:restartNumberingAfterBreak="0">
    <w:nsid w:val="60B9598F"/>
    <w:multiLevelType w:val="hybridMultilevel"/>
    <w:tmpl w:val="341EB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11A2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4" w15:restartNumberingAfterBreak="0">
    <w:nsid w:val="68AD7E1F"/>
    <w:multiLevelType w:val="hybridMultilevel"/>
    <w:tmpl w:val="7B90D36E"/>
    <w:lvl w:ilvl="0" w:tplc="D17ABF9A">
      <w:start w:val="1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201A45"/>
    <w:multiLevelType w:val="hybridMultilevel"/>
    <w:tmpl w:val="FA4E06B2"/>
    <w:lvl w:ilvl="0" w:tplc="A2925786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681764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CB1A9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EA1325"/>
    <w:multiLevelType w:val="hybridMultilevel"/>
    <w:tmpl w:val="6F7A1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1B3432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30" w15:restartNumberingAfterBreak="0">
    <w:nsid w:val="7EEC7492"/>
    <w:multiLevelType w:val="hybridMultilevel"/>
    <w:tmpl w:val="6AE2D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96953">
    <w:abstractNumId w:val="13"/>
  </w:num>
  <w:num w:numId="2" w16cid:durableId="672534629">
    <w:abstractNumId w:val="24"/>
  </w:num>
  <w:num w:numId="3" w16cid:durableId="729040974">
    <w:abstractNumId w:val="28"/>
  </w:num>
  <w:num w:numId="4" w16cid:durableId="1174304390">
    <w:abstractNumId w:val="20"/>
  </w:num>
  <w:num w:numId="5" w16cid:durableId="1378555302">
    <w:abstractNumId w:val="11"/>
  </w:num>
  <w:num w:numId="6" w16cid:durableId="1445030421">
    <w:abstractNumId w:val="3"/>
  </w:num>
  <w:num w:numId="7" w16cid:durableId="43021145">
    <w:abstractNumId w:val="15"/>
  </w:num>
  <w:num w:numId="8" w16cid:durableId="626082500">
    <w:abstractNumId w:val="12"/>
  </w:num>
  <w:num w:numId="9" w16cid:durableId="1663310753">
    <w:abstractNumId w:val="27"/>
  </w:num>
  <w:num w:numId="10" w16cid:durableId="301430474">
    <w:abstractNumId w:val="9"/>
  </w:num>
  <w:num w:numId="11" w16cid:durableId="922492087">
    <w:abstractNumId w:val="26"/>
  </w:num>
  <w:num w:numId="12" w16cid:durableId="1428114568">
    <w:abstractNumId w:val="19"/>
  </w:num>
  <w:num w:numId="13" w16cid:durableId="830564760">
    <w:abstractNumId w:val="17"/>
  </w:num>
  <w:num w:numId="14" w16cid:durableId="1709796837">
    <w:abstractNumId w:val="7"/>
  </w:num>
  <w:num w:numId="15" w16cid:durableId="1183083621">
    <w:abstractNumId w:val="23"/>
  </w:num>
  <w:num w:numId="16" w16cid:durableId="502820359">
    <w:abstractNumId w:val="21"/>
  </w:num>
  <w:num w:numId="17" w16cid:durableId="534856555">
    <w:abstractNumId w:val="18"/>
  </w:num>
  <w:num w:numId="18" w16cid:durableId="506486715">
    <w:abstractNumId w:val="1"/>
  </w:num>
  <w:num w:numId="19" w16cid:durableId="848251430">
    <w:abstractNumId w:val="10"/>
  </w:num>
  <w:num w:numId="20" w16cid:durableId="1965190654">
    <w:abstractNumId w:val="29"/>
  </w:num>
  <w:num w:numId="21" w16cid:durableId="1586957470">
    <w:abstractNumId w:val="5"/>
  </w:num>
  <w:num w:numId="22" w16cid:durableId="1517771612">
    <w:abstractNumId w:val="14"/>
  </w:num>
  <w:num w:numId="23" w16cid:durableId="633104716">
    <w:abstractNumId w:val="2"/>
  </w:num>
  <w:num w:numId="24" w16cid:durableId="927887869">
    <w:abstractNumId w:val="22"/>
  </w:num>
  <w:num w:numId="25" w16cid:durableId="1866399936">
    <w:abstractNumId w:val="30"/>
  </w:num>
  <w:num w:numId="26" w16cid:durableId="360057340">
    <w:abstractNumId w:val="6"/>
  </w:num>
  <w:num w:numId="27" w16cid:durableId="934242574">
    <w:abstractNumId w:val="4"/>
  </w:num>
  <w:num w:numId="28" w16cid:durableId="696466306">
    <w:abstractNumId w:val="25"/>
  </w:num>
  <w:num w:numId="29" w16cid:durableId="1422800534">
    <w:abstractNumId w:val="0"/>
  </w:num>
  <w:num w:numId="30" w16cid:durableId="1977098142">
    <w:abstractNumId w:val="16"/>
  </w:num>
  <w:num w:numId="31" w16cid:durableId="313940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edit="trackedChanges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87"/>
    <w:rsid w:val="000026FD"/>
    <w:rsid w:val="00006473"/>
    <w:rsid w:val="00013B3F"/>
    <w:rsid w:val="00026CE2"/>
    <w:rsid w:val="0004254A"/>
    <w:rsid w:val="0004484B"/>
    <w:rsid w:val="00047501"/>
    <w:rsid w:val="00056144"/>
    <w:rsid w:val="00064AEF"/>
    <w:rsid w:val="00066829"/>
    <w:rsid w:val="00067171"/>
    <w:rsid w:val="00072A00"/>
    <w:rsid w:val="00074138"/>
    <w:rsid w:val="000749D6"/>
    <w:rsid w:val="00077834"/>
    <w:rsid w:val="000815FF"/>
    <w:rsid w:val="00082154"/>
    <w:rsid w:val="00091025"/>
    <w:rsid w:val="00092711"/>
    <w:rsid w:val="00096F28"/>
    <w:rsid w:val="000A4140"/>
    <w:rsid w:val="000A66A4"/>
    <w:rsid w:val="000A71E6"/>
    <w:rsid w:val="000B54E9"/>
    <w:rsid w:val="000B698B"/>
    <w:rsid w:val="000C5471"/>
    <w:rsid w:val="000D3F7D"/>
    <w:rsid w:val="000D4614"/>
    <w:rsid w:val="000E265F"/>
    <w:rsid w:val="000E3369"/>
    <w:rsid w:val="000E5AB0"/>
    <w:rsid w:val="000F08D1"/>
    <w:rsid w:val="000F1530"/>
    <w:rsid w:val="00110244"/>
    <w:rsid w:val="001152EF"/>
    <w:rsid w:val="00122934"/>
    <w:rsid w:val="001268B4"/>
    <w:rsid w:val="00127211"/>
    <w:rsid w:val="00127263"/>
    <w:rsid w:val="00132648"/>
    <w:rsid w:val="00134205"/>
    <w:rsid w:val="001448AA"/>
    <w:rsid w:val="00146B07"/>
    <w:rsid w:val="00152B85"/>
    <w:rsid w:val="001540D1"/>
    <w:rsid w:val="00156A44"/>
    <w:rsid w:val="0016512A"/>
    <w:rsid w:val="0016594A"/>
    <w:rsid w:val="001700E4"/>
    <w:rsid w:val="00176105"/>
    <w:rsid w:val="00176976"/>
    <w:rsid w:val="00177573"/>
    <w:rsid w:val="00184EC7"/>
    <w:rsid w:val="00185098"/>
    <w:rsid w:val="00195623"/>
    <w:rsid w:val="001962D4"/>
    <w:rsid w:val="001B0A9E"/>
    <w:rsid w:val="001B455C"/>
    <w:rsid w:val="001C20F2"/>
    <w:rsid w:val="001C3463"/>
    <w:rsid w:val="001D0619"/>
    <w:rsid w:val="001D3020"/>
    <w:rsid w:val="00200F12"/>
    <w:rsid w:val="00203926"/>
    <w:rsid w:val="00217939"/>
    <w:rsid w:val="0024151E"/>
    <w:rsid w:val="00245EB4"/>
    <w:rsid w:val="00246C13"/>
    <w:rsid w:val="002501BC"/>
    <w:rsid w:val="00263DFB"/>
    <w:rsid w:val="0027647D"/>
    <w:rsid w:val="00287ED9"/>
    <w:rsid w:val="00291592"/>
    <w:rsid w:val="002972A8"/>
    <w:rsid w:val="002A31B2"/>
    <w:rsid w:val="002C23C7"/>
    <w:rsid w:val="002D2267"/>
    <w:rsid w:val="002D4D73"/>
    <w:rsid w:val="002D627B"/>
    <w:rsid w:val="002F157C"/>
    <w:rsid w:val="002F7903"/>
    <w:rsid w:val="0030101A"/>
    <w:rsid w:val="00305803"/>
    <w:rsid w:val="00322506"/>
    <w:rsid w:val="00325408"/>
    <w:rsid w:val="00326539"/>
    <w:rsid w:val="003307AD"/>
    <w:rsid w:val="00331662"/>
    <w:rsid w:val="0034717F"/>
    <w:rsid w:val="00353F83"/>
    <w:rsid w:val="00361FD2"/>
    <w:rsid w:val="003722BA"/>
    <w:rsid w:val="00373BC2"/>
    <w:rsid w:val="0039534F"/>
    <w:rsid w:val="003B2752"/>
    <w:rsid w:val="003B4687"/>
    <w:rsid w:val="003B4D91"/>
    <w:rsid w:val="003C5288"/>
    <w:rsid w:val="003D4398"/>
    <w:rsid w:val="003E13C3"/>
    <w:rsid w:val="003E2EE1"/>
    <w:rsid w:val="003E6BF0"/>
    <w:rsid w:val="003F4039"/>
    <w:rsid w:val="003F5995"/>
    <w:rsid w:val="003F768B"/>
    <w:rsid w:val="00401985"/>
    <w:rsid w:val="00413E0A"/>
    <w:rsid w:val="004321C2"/>
    <w:rsid w:val="004518CF"/>
    <w:rsid w:val="00452B60"/>
    <w:rsid w:val="00454934"/>
    <w:rsid w:val="00460D0D"/>
    <w:rsid w:val="00460F2C"/>
    <w:rsid w:val="00461FA8"/>
    <w:rsid w:val="004779FF"/>
    <w:rsid w:val="004847E8"/>
    <w:rsid w:val="004A6025"/>
    <w:rsid w:val="004A69DE"/>
    <w:rsid w:val="004B2B1B"/>
    <w:rsid w:val="004C4BE9"/>
    <w:rsid w:val="004D1932"/>
    <w:rsid w:val="004D3EB7"/>
    <w:rsid w:val="004F18E9"/>
    <w:rsid w:val="00501FBB"/>
    <w:rsid w:val="00502035"/>
    <w:rsid w:val="00506829"/>
    <w:rsid w:val="00514A98"/>
    <w:rsid w:val="00524C97"/>
    <w:rsid w:val="0053570F"/>
    <w:rsid w:val="005450F6"/>
    <w:rsid w:val="00551678"/>
    <w:rsid w:val="0055584D"/>
    <w:rsid w:val="00557FE2"/>
    <w:rsid w:val="00562A22"/>
    <w:rsid w:val="00562D10"/>
    <w:rsid w:val="005718C9"/>
    <w:rsid w:val="00572B2B"/>
    <w:rsid w:val="00572B65"/>
    <w:rsid w:val="005749DB"/>
    <w:rsid w:val="00581E28"/>
    <w:rsid w:val="0058415A"/>
    <w:rsid w:val="005B4C9F"/>
    <w:rsid w:val="005D46FC"/>
    <w:rsid w:val="005D5327"/>
    <w:rsid w:val="005E494F"/>
    <w:rsid w:val="005F5244"/>
    <w:rsid w:val="006035D3"/>
    <w:rsid w:val="0060685C"/>
    <w:rsid w:val="00612DE7"/>
    <w:rsid w:val="00615800"/>
    <w:rsid w:val="00615D1A"/>
    <w:rsid w:val="006201E3"/>
    <w:rsid w:val="00624896"/>
    <w:rsid w:val="00625623"/>
    <w:rsid w:val="00627EFB"/>
    <w:rsid w:val="00630AA9"/>
    <w:rsid w:val="00637DED"/>
    <w:rsid w:val="00670764"/>
    <w:rsid w:val="006710C0"/>
    <w:rsid w:val="0069063B"/>
    <w:rsid w:val="00691A38"/>
    <w:rsid w:val="00692AD3"/>
    <w:rsid w:val="006A3F0A"/>
    <w:rsid w:val="006D1704"/>
    <w:rsid w:val="006E3B2B"/>
    <w:rsid w:val="006E60E7"/>
    <w:rsid w:val="006E7E55"/>
    <w:rsid w:val="006F051B"/>
    <w:rsid w:val="006F560D"/>
    <w:rsid w:val="006F7305"/>
    <w:rsid w:val="00713051"/>
    <w:rsid w:val="00725D75"/>
    <w:rsid w:val="00734265"/>
    <w:rsid w:val="00734B0A"/>
    <w:rsid w:val="00740168"/>
    <w:rsid w:val="0074121C"/>
    <w:rsid w:val="007468F6"/>
    <w:rsid w:val="00746CCB"/>
    <w:rsid w:val="00752CF4"/>
    <w:rsid w:val="007572C8"/>
    <w:rsid w:val="007577CC"/>
    <w:rsid w:val="00773875"/>
    <w:rsid w:val="00774240"/>
    <w:rsid w:val="0078779B"/>
    <w:rsid w:val="00790544"/>
    <w:rsid w:val="00797E3D"/>
    <w:rsid w:val="007A4E8B"/>
    <w:rsid w:val="007A5D37"/>
    <w:rsid w:val="007B0F19"/>
    <w:rsid w:val="007B7C2F"/>
    <w:rsid w:val="007C33AD"/>
    <w:rsid w:val="007C74AE"/>
    <w:rsid w:val="007D1268"/>
    <w:rsid w:val="007E1AC0"/>
    <w:rsid w:val="007E53F4"/>
    <w:rsid w:val="007F650E"/>
    <w:rsid w:val="008037A7"/>
    <w:rsid w:val="008067DF"/>
    <w:rsid w:val="00813CC1"/>
    <w:rsid w:val="00816147"/>
    <w:rsid w:val="00816589"/>
    <w:rsid w:val="00817AB2"/>
    <w:rsid w:val="008400DC"/>
    <w:rsid w:val="0084275F"/>
    <w:rsid w:val="00846E2C"/>
    <w:rsid w:val="00850156"/>
    <w:rsid w:val="00851FC2"/>
    <w:rsid w:val="00852620"/>
    <w:rsid w:val="008578B3"/>
    <w:rsid w:val="00877578"/>
    <w:rsid w:val="0088228D"/>
    <w:rsid w:val="00884985"/>
    <w:rsid w:val="00890DFA"/>
    <w:rsid w:val="008A1F46"/>
    <w:rsid w:val="008A4251"/>
    <w:rsid w:val="008A5466"/>
    <w:rsid w:val="008B1E76"/>
    <w:rsid w:val="008B4C29"/>
    <w:rsid w:val="008C3C4F"/>
    <w:rsid w:val="008C45F5"/>
    <w:rsid w:val="008D0C6B"/>
    <w:rsid w:val="008D4E07"/>
    <w:rsid w:val="008D5529"/>
    <w:rsid w:val="008E2737"/>
    <w:rsid w:val="008F6353"/>
    <w:rsid w:val="00901CC5"/>
    <w:rsid w:val="00902753"/>
    <w:rsid w:val="0090379E"/>
    <w:rsid w:val="0090497D"/>
    <w:rsid w:val="00906C42"/>
    <w:rsid w:val="009159DE"/>
    <w:rsid w:val="00916600"/>
    <w:rsid w:val="009303BE"/>
    <w:rsid w:val="00937CF9"/>
    <w:rsid w:val="00941FE1"/>
    <w:rsid w:val="00953EA6"/>
    <w:rsid w:val="009621C4"/>
    <w:rsid w:val="009656C1"/>
    <w:rsid w:val="00977C09"/>
    <w:rsid w:val="009809A8"/>
    <w:rsid w:val="00984DC7"/>
    <w:rsid w:val="00986557"/>
    <w:rsid w:val="00992930"/>
    <w:rsid w:val="009948B6"/>
    <w:rsid w:val="00996D87"/>
    <w:rsid w:val="009C090F"/>
    <w:rsid w:val="009C2C6F"/>
    <w:rsid w:val="009C5E1C"/>
    <w:rsid w:val="009D0882"/>
    <w:rsid w:val="009D0CE8"/>
    <w:rsid w:val="009D1820"/>
    <w:rsid w:val="009D388A"/>
    <w:rsid w:val="009D504B"/>
    <w:rsid w:val="009D5DF0"/>
    <w:rsid w:val="009D7A57"/>
    <w:rsid w:val="009E0BCA"/>
    <w:rsid w:val="009E1E90"/>
    <w:rsid w:val="009E1F33"/>
    <w:rsid w:val="009E2703"/>
    <w:rsid w:val="009E37BD"/>
    <w:rsid w:val="009E3D72"/>
    <w:rsid w:val="009F09FD"/>
    <w:rsid w:val="009F0BC2"/>
    <w:rsid w:val="00A04AA8"/>
    <w:rsid w:val="00A05198"/>
    <w:rsid w:val="00A11B8C"/>
    <w:rsid w:val="00A20650"/>
    <w:rsid w:val="00A22D3F"/>
    <w:rsid w:val="00A24B2E"/>
    <w:rsid w:val="00A262CD"/>
    <w:rsid w:val="00A3723A"/>
    <w:rsid w:val="00A459F1"/>
    <w:rsid w:val="00A50312"/>
    <w:rsid w:val="00A52C0B"/>
    <w:rsid w:val="00A5359B"/>
    <w:rsid w:val="00A55EE6"/>
    <w:rsid w:val="00A746AA"/>
    <w:rsid w:val="00A77688"/>
    <w:rsid w:val="00A802FC"/>
    <w:rsid w:val="00A84164"/>
    <w:rsid w:val="00A85BA1"/>
    <w:rsid w:val="00A91184"/>
    <w:rsid w:val="00A936EB"/>
    <w:rsid w:val="00AA4E1C"/>
    <w:rsid w:val="00AA5681"/>
    <w:rsid w:val="00AB0DA8"/>
    <w:rsid w:val="00AB1120"/>
    <w:rsid w:val="00AB1CC0"/>
    <w:rsid w:val="00AC6798"/>
    <w:rsid w:val="00AC7843"/>
    <w:rsid w:val="00AE6CE9"/>
    <w:rsid w:val="00AF0DB2"/>
    <w:rsid w:val="00AF7BB3"/>
    <w:rsid w:val="00B04115"/>
    <w:rsid w:val="00B16E82"/>
    <w:rsid w:val="00B21665"/>
    <w:rsid w:val="00B322E8"/>
    <w:rsid w:val="00B33886"/>
    <w:rsid w:val="00B477CD"/>
    <w:rsid w:val="00B50AB4"/>
    <w:rsid w:val="00B5160D"/>
    <w:rsid w:val="00B57594"/>
    <w:rsid w:val="00B608AF"/>
    <w:rsid w:val="00B76262"/>
    <w:rsid w:val="00B8634F"/>
    <w:rsid w:val="00B87623"/>
    <w:rsid w:val="00B87E91"/>
    <w:rsid w:val="00B91076"/>
    <w:rsid w:val="00B9529B"/>
    <w:rsid w:val="00BA7933"/>
    <w:rsid w:val="00BB0606"/>
    <w:rsid w:val="00BB367D"/>
    <w:rsid w:val="00BB4519"/>
    <w:rsid w:val="00BB79B8"/>
    <w:rsid w:val="00BC002B"/>
    <w:rsid w:val="00BC0DEA"/>
    <w:rsid w:val="00BC426E"/>
    <w:rsid w:val="00BE2B63"/>
    <w:rsid w:val="00BF2811"/>
    <w:rsid w:val="00BF4C92"/>
    <w:rsid w:val="00BF7DE5"/>
    <w:rsid w:val="00C0187A"/>
    <w:rsid w:val="00C06F93"/>
    <w:rsid w:val="00C11780"/>
    <w:rsid w:val="00C11EA2"/>
    <w:rsid w:val="00C23C6D"/>
    <w:rsid w:val="00C30332"/>
    <w:rsid w:val="00C30BB7"/>
    <w:rsid w:val="00C3404B"/>
    <w:rsid w:val="00C34EC1"/>
    <w:rsid w:val="00C57F21"/>
    <w:rsid w:val="00C664EB"/>
    <w:rsid w:val="00C72616"/>
    <w:rsid w:val="00C82165"/>
    <w:rsid w:val="00C843B2"/>
    <w:rsid w:val="00C93EE6"/>
    <w:rsid w:val="00C9672B"/>
    <w:rsid w:val="00C979DB"/>
    <w:rsid w:val="00CA56AC"/>
    <w:rsid w:val="00CC58FB"/>
    <w:rsid w:val="00CD0B80"/>
    <w:rsid w:val="00CD2710"/>
    <w:rsid w:val="00CD3209"/>
    <w:rsid w:val="00CF25B2"/>
    <w:rsid w:val="00CF3BA3"/>
    <w:rsid w:val="00D05EAF"/>
    <w:rsid w:val="00D10002"/>
    <w:rsid w:val="00D16467"/>
    <w:rsid w:val="00D209B9"/>
    <w:rsid w:val="00D21DE3"/>
    <w:rsid w:val="00D22881"/>
    <w:rsid w:val="00D5776A"/>
    <w:rsid w:val="00D60093"/>
    <w:rsid w:val="00D6365C"/>
    <w:rsid w:val="00D66A17"/>
    <w:rsid w:val="00D84141"/>
    <w:rsid w:val="00D84C82"/>
    <w:rsid w:val="00D95108"/>
    <w:rsid w:val="00D957F9"/>
    <w:rsid w:val="00DA6F7F"/>
    <w:rsid w:val="00DA79CC"/>
    <w:rsid w:val="00DC1611"/>
    <w:rsid w:val="00DC1E90"/>
    <w:rsid w:val="00DC5D27"/>
    <w:rsid w:val="00DD75EF"/>
    <w:rsid w:val="00DD7670"/>
    <w:rsid w:val="00DE31AD"/>
    <w:rsid w:val="00DF1982"/>
    <w:rsid w:val="00DF4F0E"/>
    <w:rsid w:val="00DF728F"/>
    <w:rsid w:val="00E01600"/>
    <w:rsid w:val="00E04364"/>
    <w:rsid w:val="00E14E28"/>
    <w:rsid w:val="00E14E3B"/>
    <w:rsid w:val="00E14F52"/>
    <w:rsid w:val="00E22E60"/>
    <w:rsid w:val="00E42489"/>
    <w:rsid w:val="00E43DC4"/>
    <w:rsid w:val="00E46CBF"/>
    <w:rsid w:val="00E67477"/>
    <w:rsid w:val="00EA6DDF"/>
    <w:rsid w:val="00EB0F53"/>
    <w:rsid w:val="00EB3CBE"/>
    <w:rsid w:val="00EC3400"/>
    <w:rsid w:val="00EC70A7"/>
    <w:rsid w:val="00EE751C"/>
    <w:rsid w:val="00EF0397"/>
    <w:rsid w:val="00EF0FB8"/>
    <w:rsid w:val="00EF2339"/>
    <w:rsid w:val="00F010B8"/>
    <w:rsid w:val="00F0419D"/>
    <w:rsid w:val="00F10E5E"/>
    <w:rsid w:val="00F176CA"/>
    <w:rsid w:val="00F30D6F"/>
    <w:rsid w:val="00F356F9"/>
    <w:rsid w:val="00F42566"/>
    <w:rsid w:val="00F71032"/>
    <w:rsid w:val="00F728BD"/>
    <w:rsid w:val="00F8077E"/>
    <w:rsid w:val="00F970AB"/>
    <w:rsid w:val="00FA0ED7"/>
    <w:rsid w:val="00FB0960"/>
    <w:rsid w:val="00FB2361"/>
    <w:rsid w:val="00FB37E6"/>
    <w:rsid w:val="00FB41E2"/>
    <w:rsid w:val="00FC1393"/>
    <w:rsid w:val="00FC213E"/>
    <w:rsid w:val="00FC3DDB"/>
    <w:rsid w:val="00FC4AC7"/>
    <w:rsid w:val="00FD2AD1"/>
    <w:rsid w:val="00FD63B9"/>
    <w:rsid w:val="00FE59F2"/>
    <w:rsid w:val="00FF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018D7"/>
  <w15:docId w15:val="{27548ABA-C75D-4C36-B106-0C8EB972B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kstpodstawowy">
    <w:name w:val="Body Text"/>
    <w:basedOn w:val="Normalny"/>
    <w:link w:val="TekstpodstawowyZnak"/>
    <w:rsid w:val="00D21DE3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21DE3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Zacznik">
    <w:name w:val="Załącznik"/>
    <w:basedOn w:val="Normalny"/>
    <w:next w:val="Normalny"/>
    <w:autoRedefine/>
    <w:rsid w:val="005749DB"/>
    <w:pPr>
      <w:shd w:val="pct5" w:color="auto" w:fill="auto"/>
      <w:spacing w:after="0" w:line="240" w:lineRule="auto"/>
      <w:jc w:val="center"/>
    </w:pPr>
    <w:rPr>
      <w:rFonts w:eastAsia="Times New Roman" w:cs="Times New Roman"/>
      <w:b/>
      <w:iCs/>
      <w:color w:val="000000"/>
      <w:sz w:val="24"/>
      <w:szCs w:val="24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B3388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B3388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DYTA~1.MAR\AppData\Local\Temp\Rar$DIa0.356\PH-HB-P01-F0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9B75A6DFA203429AEDE4336ADBF6B3" ma:contentTypeVersion="6" ma:contentTypeDescription="Utwórz nowy dokument." ma:contentTypeScope="" ma:versionID="66c4b31c3f083b6ac1388d0133624bf0">
  <xsd:schema xmlns:xsd="http://www.w3.org/2001/XMLSchema" xmlns:xs="http://www.w3.org/2001/XMLSchema" xmlns:p="http://schemas.microsoft.com/office/2006/metadata/properties" xmlns:ns2="e8f7223f-38c4-46ba-a10d-06426886b950" xmlns:ns3="1a344d0b-38f7-4f41-a9a1-3f958c25242b" targetNamespace="http://schemas.microsoft.com/office/2006/metadata/properties" ma:root="true" ma:fieldsID="677eb4e659c33881fb8f1831ac441fd7" ns2:_="" ns3:_="">
    <xsd:import namespace="e8f7223f-38c4-46ba-a10d-06426886b950"/>
    <xsd:import namespace="1a344d0b-38f7-4f41-a9a1-3f958c2524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7223f-38c4-46ba-a10d-06426886b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344d0b-38f7-4f41-a9a1-3f958c2524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E0E102-D235-407B-BBA6-B3A9FE16F6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f7223f-38c4-46ba-a10d-06426886b950"/>
    <ds:schemaRef ds:uri="1a344d0b-38f7-4f41-a9a1-3f958c252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73510F-D380-45F8-AB3D-5FE468546E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245614-7D68-4649-8C76-CB5AB28C95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B1EF8A-DF9E-49F5-A510-C3C129CC8CC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PH-HB-P01-F01.dotx</Template>
  <TotalTime>45</TotalTime>
  <Pages>1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I</vt:lpstr>
    </vt:vector>
  </TitlesOfParts>
  <Company>Nr procedury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I</dc:title>
  <dc:subject>do Procedury rekrutacji pracowników w Operatorze Gazociągów Przesyłowych 
GAZ-SYSTEM S.A.</dc:subject>
  <dc:creator>Marek Edyta</dc:creator>
  <cp:keywords>Wydanie 1</cp:keywords>
  <cp:lastModifiedBy>Konieczna Katarzyna</cp:lastModifiedBy>
  <cp:revision>16</cp:revision>
  <cp:lastPrinted>2021-07-01T09:26:00Z</cp:lastPrinted>
  <dcterms:created xsi:type="dcterms:W3CDTF">2022-05-16T09:45:00Z</dcterms:created>
  <dcterms:modified xsi:type="dcterms:W3CDTF">2023-06-20T08:43:00Z</dcterms:modified>
  <cp:category>Wersja 1</cp:category>
  <cp:contentStatus>PL-DK-P01-F01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0x010100979B75A6DFA203429AEDE4336ADBF6B3</vt:lpwstr>
  </property>
</Properties>
</file>